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6AF3" w14:textId="77777777" w:rsidR="008C1040" w:rsidRDefault="008C1040" w:rsidP="008C1040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bookmarkStart w:id="0" w:name="_Toc148691835"/>
      <w:bookmarkStart w:id="1" w:name="_Toc224114688"/>
      <w:bookmarkStart w:id="2" w:name="_Toc270409754"/>
      <w:bookmarkStart w:id="3" w:name="_Toc278547641"/>
    </w:p>
    <w:p w14:paraId="41D6B4AF" w14:textId="77777777" w:rsidR="008C1040" w:rsidRDefault="008C1040" w:rsidP="008C1040">
      <w:pPr>
        <w:pStyle w:val="Titre2"/>
        <w:keepLines w:val="0"/>
        <w:tabs>
          <w:tab w:val="left" w:pos="851"/>
        </w:tabs>
        <w:overflowPunct w:val="0"/>
        <w:autoSpaceDE w:val="0"/>
        <w:autoSpaceDN w:val="0"/>
        <w:adjustRightInd w:val="0"/>
        <w:spacing w:before="0" w:after="120"/>
        <w:ind w:left="1211"/>
        <w:jc w:val="both"/>
        <w:textAlignment w:val="baseline"/>
      </w:pPr>
    </w:p>
    <w:p w14:paraId="35EFE9DE" w14:textId="4841DE7C" w:rsidR="008C1040" w:rsidRPr="000D1826" w:rsidRDefault="000D1826" w:rsidP="000D1826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0D1826">
        <w:rPr>
          <w:rFonts w:ascii="Arial" w:hAnsi="Arial" w:cs="Arial"/>
          <w:caps/>
          <w:sz w:val="22"/>
          <w:szCs w:val="22"/>
        </w:rPr>
        <w:t>ANNEXE N°1</w:t>
      </w:r>
      <w:r>
        <w:rPr>
          <w:rFonts w:ascii="Arial" w:hAnsi="Arial" w:cs="Arial"/>
          <w:caps/>
          <w:sz w:val="22"/>
          <w:szCs w:val="22"/>
        </w:rPr>
        <w:t xml:space="preserve"> au </w:t>
      </w:r>
      <w:r w:rsidR="0049274A">
        <w:rPr>
          <w:rFonts w:ascii="Arial" w:hAnsi="Arial" w:cs="Arial"/>
          <w:caps/>
          <w:sz w:val="22"/>
          <w:szCs w:val="22"/>
        </w:rPr>
        <w:t xml:space="preserve">PROJET DE </w:t>
      </w:r>
      <w:r>
        <w:rPr>
          <w:rFonts w:ascii="Arial" w:hAnsi="Arial" w:cs="Arial"/>
          <w:caps/>
          <w:sz w:val="22"/>
          <w:szCs w:val="22"/>
        </w:rPr>
        <w:t>marche</w:t>
      </w:r>
      <w:r w:rsidR="00914641">
        <w:rPr>
          <w:rFonts w:ascii="Arial" w:hAnsi="Arial" w:cs="Arial"/>
          <w:caps/>
          <w:sz w:val="22"/>
          <w:szCs w:val="22"/>
        </w:rPr>
        <w:t xml:space="preserve"> </w:t>
      </w:r>
      <w:r w:rsidRPr="000D1826">
        <w:rPr>
          <w:rFonts w:ascii="Arial" w:hAnsi="Arial" w:cs="Arial"/>
          <w:caps/>
          <w:sz w:val="22"/>
          <w:szCs w:val="22"/>
        </w:rPr>
        <w:t>:</w:t>
      </w:r>
    </w:p>
    <w:bookmarkEnd w:id="0"/>
    <w:p w14:paraId="533BB1E8" w14:textId="77777777" w:rsidR="008D331E" w:rsidRDefault="008D331E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B50DF3E" w:rsidR="006908B2" w:rsidRPr="008C1040" w:rsidRDefault="005A610C" w:rsidP="008C1040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152400" distB="152400" distL="152400" distR="152400" simplePos="0" relativeHeight="251667968" behindDoc="1" locked="0" layoutInCell="1" allowOverlap="1" wp14:anchorId="253145DF" wp14:editId="12FC30ED">
            <wp:simplePos x="0" y="0"/>
            <wp:positionH relativeFrom="page">
              <wp:posOffset>785495</wp:posOffset>
            </wp:positionH>
            <wp:positionV relativeFrom="page">
              <wp:posOffset>482600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1"/>
      <w:bookmarkEnd w:id="2"/>
      <w:bookmarkEnd w:id="3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7C7BDFE1" w:rsidR="00A92C66" w:rsidRPr="00A80A1C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456E88">
        <w:rPr>
          <w:rFonts w:ascii="Arial" w:hAnsi="Arial" w:cs="Arial"/>
          <w:caps/>
          <w:color w:val="00B050"/>
          <w:sz w:val="22"/>
          <w:szCs w:val="22"/>
        </w:rPr>
        <w:t xml:space="preserve">(marche </w:t>
      </w:r>
      <w:r w:rsidR="003E569B">
        <w:rPr>
          <w:rFonts w:ascii="Arial" w:hAnsi="Arial" w:cs="Arial"/>
          <w:caps/>
          <w:color w:val="00B050"/>
          <w:sz w:val="22"/>
          <w:szCs w:val="22"/>
        </w:rPr>
        <w:t xml:space="preserve">SANS MENTION DE PROTECTION ET 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 xml:space="preserve">avec </w:t>
      </w:r>
      <w:r w:rsidR="000264D3" w:rsidRPr="00A80A1C">
        <w:rPr>
          <w:rFonts w:ascii="Arial" w:hAnsi="Arial" w:cs="Arial"/>
          <w:caps/>
          <w:color w:val="00B050"/>
          <w:sz w:val="22"/>
          <w:szCs w:val="22"/>
        </w:rPr>
        <w:t>RGPD</w:t>
      </w:r>
      <w:r w:rsidR="00A80A1C" w:rsidRPr="00A80A1C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0EED73B5" w14:textId="77777777" w:rsidR="00016CE6" w:rsidRDefault="00016CE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0554527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55E1537A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050594">
        <w:rPr>
          <w:rFonts w:ascii="Arial" w:hAnsi="Arial" w:cs="Arial"/>
        </w:rPr>
        <w:t>21/06</w:t>
      </w:r>
      <w:r w:rsidR="006A5109" w:rsidRPr="003A2A00">
        <w:rPr>
          <w:rFonts w:ascii="Arial" w:hAnsi="Arial" w:cs="Arial"/>
        </w:rPr>
        <w:t>/202</w:t>
      </w:r>
      <w:r w:rsidR="00ED713C">
        <w:rPr>
          <w:rFonts w:ascii="Arial" w:hAnsi="Arial" w:cs="Arial"/>
        </w:rPr>
        <w:t>4</w:t>
      </w:r>
    </w:p>
    <w:p w14:paraId="7EE099B7" w14:textId="77777777" w:rsidR="00A92C66" w:rsidRPr="002526DE" w:rsidRDefault="00A92C66" w:rsidP="002526DE"/>
    <w:p w14:paraId="74EAD050" w14:textId="1A0801FD" w:rsidR="00A81E73" w:rsidRPr="00A81E73" w:rsidRDefault="00985C2B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845F0E" wp14:editId="50592D31">
                <wp:simplePos x="0" y="0"/>
                <wp:positionH relativeFrom="column">
                  <wp:posOffset>158750</wp:posOffset>
                </wp:positionH>
                <wp:positionV relativeFrom="paragraph">
                  <wp:posOffset>139065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E4B7A" w14:textId="77777777" w:rsidR="00985C2B" w:rsidRPr="00897514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24C24776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par la présente DAST doivent obligatoirement être complétés.</w:t>
                            </w:r>
                          </w:p>
                          <w:p w14:paraId="4C3C3FED" w14:textId="77777777" w:rsidR="00985C2B" w:rsidRPr="003D2F4D" w:rsidRDefault="00985C2B" w:rsidP="00985C2B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3E6D3A91" w14:textId="77777777" w:rsidR="00985C2B" w:rsidRPr="003D2F4D" w:rsidRDefault="00985C2B" w:rsidP="00985C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845F0E" id="Rectangle à coins arrondis 2" o:spid="_x0000_s1026" style="position:absolute;margin-left:12.5pt;margin-top:10.95pt;width:426pt;height:52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" fillcolor="white [3201]" strokecolor="red" strokeweight="2pt">
                <v:textbox>
                  <w:txbxContent>
                    <w:p w14:paraId="059E4B7A" w14:textId="77777777" w:rsidR="00985C2B" w:rsidRPr="00897514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24C24776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par la présente DAST doivent obligatoirement être complétés.</w:t>
                      </w:r>
                    </w:p>
                    <w:p w14:paraId="4C3C3FED" w14:textId="77777777" w:rsidR="00985C2B" w:rsidRPr="003D2F4D" w:rsidRDefault="00985C2B" w:rsidP="00985C2B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3E6D3A91" w14:textId="77777777" w:rsidR="00985C2B" w:rsidRPr="003D2F4D" w:rsidRDefault="00985C2B" w:rsidP="00985C2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02E721" w14:textId="6F89F1A4" w:rsidR="00947D6E" w:rsidRDefault="00985C2B" w:rsidP="00985C2B">
      <w:pPr>
        <w:tabs>
          <w:tab w:val="left" w:pos="284"/>
          <w:tab w:val="left" w:pos="160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319BD894" w14:textId="782E16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B11CE0A" w14:textId="4CFD7799" w:rsidR="00985C2B" w:rsidRDefault="00985C2B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2443F2A" w14:textId="462EE6CA" w:rsidR="00985C2B" w:rsidRDefault="00985C2B" w:rsidP="003E569B">
      <w:pPr>
        <w:tabs>
          <w:tab w:val="left" w:pos="284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2562F42C" w14:textId="77777777" w:rsidR="00985C2B" w:rsidRPr="00086A12" w:rsidRDefault="00985C2B" w:rsidP="00985C2B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du marché CEA : </w:t>
      </w:r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603E0377" w14:textId="5E274C77" w:rsidR="00985C2B" w:rsidRPr="001E02B3" w:rsidRDefault="00985C2B" w:rsidP="00985C2B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8D331E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51E43289" w14:textId="6D210159" w:rsidR="00744C6A" w:rsidRDefault="004A0A47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2AAC6A28" w:rsidR="00AE15F7" w:rsidRPr="00985C2B" w:rsidRDefault="00985C2B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>Cocher la ou les cases concernées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49274A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49274A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5B2B6A5B" w14:textId="487F4A38" w:rsidR="00747262" w:rsidRDefault="004B63F5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64F2B45" w14:textId="301A5DF3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7E92F164" w14:textId="7A9BAC25" w:rsidR="00CB53D4" w:rsidRDefault="00CB53D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1281368" w14:textId="77777777" w:rsidR="008D331E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667E1ADB" w14:textId="77777777" w:rsidR="008D331E" w:rsidRPr="008C1040" w:rsidRDefault="008D331E" w:rsidP="008C1040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16E34FB5" w:rsidR="00CB22BE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49274A" w:rsidRPr="009B60B7">
        <w:rPr>
          <w:rFonts w:ascii="Arial" w:hAnsi="Arial" w:cs="Arial"/>
          <w:caps/>
        </w:rPr>
        <w:tab/>
      </w:r>
    </w:p>
    <w:p w14:paraId="0134A227" w14:textId="77777777" w:rsidR="00EF291C" w:rsidRPr="00EF291C" w:rsidRDefault="00EF291C" w:rsidP="00985C2B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1DD90B68" w14:textId="44A36249" w:rsidR="00EF291C" w:rsidRDefault="00EF291C" w:rsidP="00A16084">
      <w:pPr>
        <w:tabs>
          <w:tab w:val="left" w:pos="284"/>
          <w:tab w:val="left" w:pos="6492"/>
        </w:tabs>
        <w:spacing w:before="120" w:line="200" w:lineRule="exact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>DU SOUS-TRAITANT PAR LE CEA :</w:t>
      </w:r>
      <w:r w:rsidR="000E4167">
        <w:rPr>
          <w:rFonts w:ascii="Arial" w:hAnsi="Arial" w:cs="Arial"/>
          <w:b/>
          <w:caps/>
        </w:rPr>
        <w:t xml:space="preserve">  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</w:rPr>
          <w:id w:val="193855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OUI </w:t>
      </w:r>
      <w:r w:rsidR="000E4167">
        <w:rPr>
          <w:rFonts w:ascii="Arial" w:hAnsi="Arial" w:cs="Arial"/>
          <w:b/>
        </w:rPr>
        <w:t xml:space="preserve">  </w:t>
      </w:r>
      <w:r w:rsidR="00121C9E">
        <w:rPr>
          <w:rFonts w:ascii="Arial" w:hAnsi="Arial" w:cs="Arial"/>
          <w:b/>
        </w:rPr>
        <w:t xml:space="preserve">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C9E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21C9E">
        <w:rPr>
          <w:rFonts w:ascii="Arial" w:hAnsi="Arial" w:cs="Arial"/>
          <w:b/>
        </w:rPr>
        <w:t xml:space="preserve">   NON</w:t>
      </w:r>
    </w:p>
    <w:p w14:paraId="4DB219CD" w14:textId="77777777" w:rsidR="00121C9E" w:rsidRDefault="00121C9E" w:rsidP="00A16084">
      <w:pPr>
        <w:tabs>
          <w:tab w:val="left" w:pos="284"/>
          <w:tab w:val="left" w:pos="6492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072DFFF6" w14:textId="0886CAF6" w:rsidR="00564133" w:rsidRDefault="00A80A1C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2 -</w:t>
      </w:r>
      <w:r w:rsidR="00985C2B"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 w:rsidR="00564133"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6D465C8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proofErr w:type="gramStart"/>
      <w:r w:rsidRPr="00A80A1C">
        <w:rPr>
          <w:rFonts w:ascii="Arial" w:hAnsi="Arial" w:cs="Arial"/>
          <w:b/>
        </w:rPr>
        <w:t>MEL:</w:t>
      </w:r>
      <w:proofErr w:type="gramEnd"/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3C8ECCCC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207D032F" w14:textId="74367A40" w:rsidR="000264D3" w:rsidRDefault="000264D3" w:rsidP="000264D3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>N° SIRE</w:t>
      </w:r>
      <w:r>
        <w:rPr>
          <w:rFonts w:ascii="Arial" w:hAnsi="Arial" w:cs="Arial"/>
          <w:b/>
        </w:rPr>
        <w:t>T DE L’ETABLISSEMENT INTERVENANT</w:t>
      </w:r>
      <w:r w:rsidRPr="00EB2444">
        <w:rPr>
          <w:rFonts w:ascii="Arial" w:hAnsi="Arial" w:cs="Arial"/>
          <w:b/>
        </w:rPr>
        <w:t xml:space="preserve"> 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7F929A3A" w14:textId="6717DEDD" w:rsidR="00985C2B" w:rsidRDefault="00985C2B" w:rsidP="00985C2B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Pr="00897514">
        <w:rPr>
          <w:rFonts w:ascii="Arial" w:hAnsi="Arial" w:cs="Arial"/>
          <w:b/>
        </w:rPr>
        <w:t xml:space="preserve">, PRENOM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DE LA</w:t>
      </w:r>
      <w:r>
        <w:rPr>
          <w:rFonts w:ascii="Arial" w:hAnsi="Arial" w:cs="Arial"/>
          <w:b/>
        </w:rPr>
        <w:t xml:space="preserve"> PERSONNE HABILITEE A ENGAGER L’ENTREPRISE** :</w:t>
      </w:r>
    </w:p>
    <w:p w14:paraId="36338FDE" w14:textId="77777777" w:rsidR="00985C2B" w:rsidRDefault="00985C2B" w:rsidP="00985C2B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183F497" w14:textId="639F899D" w:rsidR="00564133" w:rsidRPr="00985C2B" w:rsidRDefault="00985C2B" w:rsidP="00985C2B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18785D83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3D555A">
        <w:rPr>
          <w:rFonts w:ascii="Arial" w:hAnsi="Arial" w:cs="Arial"/>
          <w:b/>
          <w:caps/>
        </w:rPr>
        <w:t> :</w:t>
      </w:r>
      <w:r w:rsidRPr="00C652CB">
        <w:rPr>
          <w:rFonts w:ascii="Arial" w:hAnsi="Arial" w:cs="Arial"/>
          <w:caps/>
        </w:rPr>
        <w:t xml:space="preserve"> …………………………</w:t>
      </w:r>
      <w:proofErr w:type="gramStart"/>
      <w:r w:rsidRPr="00C652CB">
        <w:rPr>
          <w:rFonts w:ascii="Arial" w:hAnsi="Arial" w:cs="Arial"/>
          <w:caps/>
        </w:rPr>
        <w:t>…….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0283F11D" w:rsidR="00E412D1" w:rsidRDefault="00E412D1" w:rsidP="007257AE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</w:t>
      </w:r>
      <w:r w:rsidR="007257AE">
        <w:rPr>
          <w:rFonts w:ascii="Arial" w:hAnsi="Arial" w:cs="Arial"/>
          <w:b/>
        </w:rPr>
        <w:t xml:space="preserve">EVENTUELLES DU SOUS-TRAITANT </w:t>
      </w:r>
      <w:r>
        <w:rPr>
          <w:rFonts w:ascii="Arial" w:hAnsi="Arial" w:cs="Arial"/>
          <w:b/>
        </w:rPr>
        <w:t xml:space="preserve">(QUALIBAT, AFNOR, </w:t>
      </w:r>
      <w:r w:rsidR="00771A97">
        <w:rPr>
          <w:rFonts w:ascii="Arial" w:hAnsi="Arial" w:cs="Arial"/>
          <w:b/>
        </w:rPr>
        <w:t xml:space="preserve">CEFRI, </w:t>
      </w:r>
      <w:r w:rsidR="007257AE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</w:p>
    <w:p w14:paraId="42ECF5E8" w14:textId="1C3F1FF0" w:rsidR="003D555A" w:rsidRDefault="003D555A" w:rsidP="003D555A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3D45748" w14:textId="457E2315" w:rsidR="008C1040" w:rsidRDefault="007257AE" w:rsidP="00564133">
      <w:pPr>
        <w:spacing w:before="360" w:after="120" w:line="240" w:lineRule="exact"/>
        <w:jc w:val="both"/>
        <w:rPr>
          <w:rFonts w:ascii="Arial" w:hAnsi="Arial" w:cs="Arial"/>
        </w:rPr>
      </w:pPr>
      <w:r w:rsidRPr="007257AE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314B007" w14:textId="77777777" w:rsidR="00B0227C" w:rsidRDefault="00B0227C" w:rsidP="00564133">
      <w:pPr>
        <w:spacing w:before="360" w:after="120" w:line="240" w:lineRule="exact"/>
        <w:jc w:val="both"/>
        <w:rPr>
          <w:rFonts w:ascii="Arial" w:hAnsi="Arial" w:cs="Arial"/>
        </w:rPr>
      </w:pPr>
    </w:p>
    <w:p w14:paraId="3E2E3A90" w14:textId="5D5CFFF6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REFERENCES RECENTES</w:t>
      </w:r>
      <w:r>
        <w:rPr>
          <w:rFonts w:ascii="Arial" w:hAnsi="Arial" w:cs="Arial"/>
        </w:rPr>
        <w:t xml:space="preserve"> </w:t>
      </w:r>
      <w:r w:rsidR="005163EE" w:rsidRPr="00897514">
        <w:rPr>
          <w:rFonts w:ascii="Arial" w:hAnsi="Arial" w:cs="Arial"/>
          <w:b/>
        </w:rPr>
        <w:t xml:space="preserve">DU SOUS-TRAITANT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7257AE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EB12393" w14:textId="34D6649B" w:rsidR="007257AE" w:rsidRDefault="007257AE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 SOUS-TRAITANT DISPOSE D’UN SITE INTERNET</w:t>
      </w:r>
      <w:r w:rsidRPr="008975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DECRIVANT LES METIERS ET LES SPECALITES DE L’ENTREPRISE :</w:t>
      </w:r>
    </w:p>
    <w:p w14:paraId="1FDE5591" w14:textId="77777777" w:rsidR="008C1040" w:rsidRDefault="008C1040" w:rsidP="00150329">
      <w:pPr>
        <w:pStyle w:val="En-tte"/>
        <w:tabs>
          <w:tab w:val="left" w:pos="864"/>
        </w:tabs>
        <w:jc w:val="both"/>
        <w:rPr>
          <w:rFonts w:ascii="Arial" w:hAnsi="Arial" w:cs="Arial"/>
          <w:b/>
        </w:rPr>
      </w:pPr>
    </w:p>
    <w:p w14:paraId="17A96B56" w14:textId="7B4D8048" w:rsidR="007257AE" w:rsidRPr="00FB36A9" w:rsidRDefault="0049274A" w:rsidP="007257AE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bCs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 xml:space="preserve">OUI – Si OUI préciser l’adresse du site internet : ……………………………………………………….... </w:t>
      </w:r>
    </w:p>
    <w:p w14:paraId="4085E0A6" w14:textId="3B4F2B54" w:rsidR="007257AE" w:rsidRPr="00FB36A9" w:rsidRDefault="0049274A" w:rsidP="007257AE">
      <w:pPr>
        <w:pStyle w:val="En-tte"/>
        <w:tabs>
          <w:tab w:val="left" w:pos="864"/>
        </w:tabs>
        <w:jc w:val="both"/>
        <w:rPr>
          <w:rFonts w:ascii="Arial" w:hAnsi="Arial" w:cs="Arial"/>
          <w:bCs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57AE" w:rsidRPr="00FB36A9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7257AE" w:rsidRPr="00FB36A9">
        <w:rPr>
          <w:rFonts w:ascii="Arial" w:hAnsi="Arial" w:cs="Arial"/>
          <w:b/>
          <w:caps/>
        </w:rPr>
        <w:t xml:space="preserve">  </w:t>
      </w:r>
      <w:r w:rsidR="007257AE" w:rsidRPr="00FB36A9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2454CB4" w14:textId="27013552" w:rsidR="005163EE" w:rsidRDefault="005163EE" w:rsidP="00D73007"/>
    <w:p w14:paraId="0FC423FC" w14:textId="7B4D0438" w:rsidR="00DE79D4" w:rsidRPr="008C1040" w:rsidRDefault="00DE79D4" w:rsidP="008C1040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8C1040">
        <w:rPr>
          <w:rFonts w:ascii="Arial" w:hAnsi="Arial" w:cs="Arial"/>
          <w:b/>
        </w:rPr>
        <w:t>LE SOUS-TRAITANT EMPLOIE DES SALARIES DETACHES</w:t>
      </w:r>
      <w:r w:rsidR="00900996" w:rsidRPr="008C1040">
        <w:rPr>
          <w:rFonts w:ascii="Arial" w:hAnsi="Arial" w:cs="Arial"/>
          <w:b/>
        </w:rPr>
        <w:t xml:space="preserve"> TRANSNATIONAUX</w:t>
      </w:r>
      <w:r w:rsidR="008B32A6">
        <w:rPr>
          <w:rFonts w:ascii="Arial" w:hAnsi="Arial" w:cs="Arial"/>
          <w:b/>
        </w:rPr>
        <w:t> :</w:t>
      </w:r>
    </w:p>
    <w:p w14:paraId="58626145" w14:textId="1B8D704D" w:rsidR="005163EE" w:rsidRPr="005163EE" w:rsidRDefault="0018106B" w:rsidP="005163E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="005163EE"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</w:t>
      </w:r>
      <w:r w:rsidR="005612C3">
        <w:rPr>
          <w:rFonts w:ascii="Arial" w:hAnsi="Arial" w:cs="Arial"/>
          <w:b/>
          <w:bCs/>
          <w:color w:val="00B050"/>
        </w:rPr>
        <w:t xml:space="preserve"> DANS LE CADRE DE LA SOUS-TRAITANCE (</w:t>
      </w:r>
      <w:r w:rsidR="005612C3"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="005163EE"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2C545536" w:rsidR="00891E93" w:rsidRDefault="0049274A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OUI</w:t>
      </w:r>
      <w:r w:rsidR="00DD6345" w:rsidRPr="005163EE">
        <w:rPr>
          <w:rFonts w:ascii="Arial" w:hAnsi="Arial" w:cs="Arial"/>
          <w:b/>
        </w:rPr>
        <w:t xml:space="preserve">  </w:t>
      </w:r>
      <w:r w:rsidR="00DD6345">
        <w:rPr>
          <w:rFonts w:ascii="Arial" w:hAnsi="Arial" w:cs="Arial"/>
        </w:rPr>
        <w:t xml:space="preserve">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</w:t>
      </w:r>
      <w:r w:rsidR="00DD6345" w:rsidRPr="005163EE">
        <w:rPr>
          <w:rFonts w:ascii="Arial" w:hAnsi="Arial" w:cs="Arial"/>
          <w:b/>
          <w:sz w:val="22"/>
          <w:szCs w:val="22"/>
        </w:rPr>
        <w:t>NON</w:t>
      </w:r>
      <w:r w:rsidR="00DD6345" w:rsidRPr="005163EE">
        <w:rPr>
          <w:rFonts w:ascii="Arial" w:hAnsi="Arial" w:cs="Arial"/>
          <w:b/>
        </w:rPr>
        <w:t xml:space="preserve">   </w:t>
      </w:r>
      <w:r w:rsidR="00DD6345">
        <w:rPr>
          <w:rFonts w:ascii="Arial" w:hAnsi="Arial" w:cs="Arial"/>
        </w:rPr>
        <w:t xml:space="preserve">    </w:t>
      </w:r>
    </w:p>
    <w:p w14:paraId="4CD2D333" w14:textId="1F16650D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016CE6">
        <w:rPr>
          <w:rFonts w:ascii="Arial" w:hAnsi="Arial" w:cs="Arial"/>
          <w:i/>
        </w:rPr>
        <w:t>joindre la pièce n°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proofErr w:type="gramStart"/>
      <w:r w:rsidR="00016CE6">
        <w:rPr>
          <w:rFonts w:ascii="Arial" w:hAnsi="Arial" w:cs="Arial"/>
          <w:i/>
        </w:rPr>
        <w:t>figurant</w:t>
      </w:r>
      <w:proofErr w:type="gramEnd"/>
      <w:r w:rsidR="00016CE6">
        <w:rPr>
          <w:rFonts w:ascii="Arial" w:hAnsi="Arial" w:cs="Arial"/>
          <w:i/>
        </w:rPr>
        <w:t xml:space="preserve"> dans la rubrique n°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32B2113F" w14:textId="0CFF0634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2E9DB6DC" w14:textId="77777777" w:rsidR="00F57507" w:rsidRDefault="00F57507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08F797E6" w:rsidR="001D6DE4" w:rsidRPr="00DD6345" w:rsidRDefault="00924091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727881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</w:p>
    <w:p w14:paraId="7075E3C5" w14:textId="77777777" w:rsidR="00016CE6" w:rsidRDefault="00016CE6" w:rsidP="00D92452">
      <w:pPr>
        <w:pStyle w:val="En-tte"/>
        <w:tabs>
          <w:tab w:val="left" w:pos="864"/>
        </w:tabs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B18526B" w14:textId="79C68F10" w:rsidR="00016CE6" w:rsidRDefault="00016CE6" w:rsidP="00016CE6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N</w:t>
      </w:r>
      <w:r w:rsidR="00A80A1C">
        <w:rPr>
          <w:rFonts w:ascii="Arial" w:hAnsi="Arial" w:cs="Arial"/>
          <w:b/>
        </w:rPr>
        <w:t>ature des prestations sous-traitées</w:t>
      </w:r>
      <w:r w:rsidR="005163EE" w:rsidRPr="00897514">
        <w:rPr>
          <w:rFonts w:ascii="Arial" w:hAnsi="Arial" w:cs="Arial"/>
          <w:b/>
          <w:bCs/>
        </w:rPr>
        <w:t>*</w:t>
      </w:r>
      <w:r w:rsidR="00A80A1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 </w:t>
      </w:r>
    </w:p>
    <w:p w14:paraId="6F6E4180" w14:textId="661C79C4" w:rsidR="00FE2F9E" w:rsidRDefault="00016CE6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D7847BD" w14:textId="7871FE8F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  <w:r w:rsidRPr="00016CE6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83FAF6E" w14:textId="43CD854C" w:rsidR="005163EE" w:rsidRDefault="005163EE" w:rsidP="00016CE6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9E8002B" w14:textId="67A56206" w:rsidR="005163EE" w:rsidRDefault="005163EE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marché)</w:t>
      </w:r>
    </w:p>
    <w:p w14:paraId="4EAE7717" w14:textId="798082E3" w:rsidR="00727881" w:rsidRDefault="00727881" w:rsidP="005163EE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DD371A4" w14:textId="34BE8326" w:rsidR="00727881" w:rsidRDefault="00727881" w:rsidP="00727881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26A8B75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7AC3F0FF" w14:textId="77777777" w:rsidR="00727881" w:rsidRPr="00727881" w:rsidRDefault="00727881" w:rsidP="00727881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3BAEB828" w14:textId="77777777" w:rsidR="00727881" w:rsidRDefault="00727881" w:rsidP="00727881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10DA489" w14:textId="607FC5CC" w:rsidR="008C1040" w:rsidRDefault="00727881" w:rsidP="008C1040">
      <w:pPr>
        <w:tabs>
          <w:tab w:val="left" w:leader="dot" w:pos="9072"/>
        </w:tabs>
        <w:rPr>
          <w:rFonts w:ascii="Arial" w:hAnsi="Arial" w:cs="Arial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8C10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8C1040">
        <w:rPr>
          <w:rFonts w:ascii="Arial" w:hAnsi="Arial" w:cs="Arial"/>
        </w:rPr>
        <w:t>………………………………</w:t>
      </w:r>
    </w:p>
    <w:p w14:paraId="466748A7" w14:textId="77777777" w:rsidR="008C1040" w:rsidRDefault="008C1040" w:rsidP="008C1040">
      <w:pPr>
        <w:tabs>
          <w:tab w:val="left" w:leader="dot" w:pos="9072"/>
        </w:tabs>
        <w:rPr>
          <w:rFonts w:ascii="Arial" w:hAnsi="Arial" w:cs="Arial"/>
        </w:rPr>
      </w:pPr>
    </w:p>
    <w:p w14:paraId="7FE81F11" w14:textId="49A45996" w:rsidR="00D92452" w:rsidRDefault="00D92452" w:rsidP="008C1040">
      <w:pPr>
        <w:tabs>
          <w:tab w:val="left" w:leader="dot" w:pos="9072"/>
        </w:tabs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>Sous-traitance de traitement de données à caractère personnel</w:t>
      </w:r>
      <w:r w:rsidR="005163EE">
        <w:rPr>
          <w:rFonts w:ascii="Arial" w:hAnsi="Arial" w:cs="Arial"/>
          <w:b/>
          <w:bCs/>
        </w:rPr>
        <w:t xml:space="preserve"> </w:t>
      </w:r>
      <w:r w:rsidRPr="00D13298">
        <w:rPr>
          <w:rFonts w:ascii="Arial" w:hAnsi="Arial" w:cs="Arial"/>
        </w:rPr>
        <w:t>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D8B6F8D" w14:textId="28D8ED8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394320BB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F4B7BBA" w14:textId="067DD4E0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6DD66795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4927F99" w14:textId="005B0768" w:rsidR="00DD6345" w:rsidRDefault="00DD6345" w:rsidP="007D38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41E2202B" w14:textId="287599CE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02E7FF19" w14:textId="77777777" w:rsidR="00ED713C" w:rsidRDefault="00ED713C" w:rsidP="00A861A0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5C92E6D6" w14:textId="6328A1DA" w:rsidR="00DD6345" w:rsidRDefault="00DD6345" w:rsidP="008D331E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28D60D93" w14:textId="0AF59AC1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0B3E8AA0" w14:textId="77777777" w:rsidR="00AD0CDF" w:rsidRDefault="00AD0CDF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2156F3F8" w14:textId="77777777" w:rsidR="00324EB4" w:rsidRDefault="00324EB4" w:rsidP="008D331E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C76B93B" w14:textId="0FD170F8" w:rsidR="00AC4F07" w:rsidRDefault="0049274A" w:rsidP="00D92452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016CE6">
        <w:rPr>
          <w:rFonts w:ascii="Arial" w:hAnsi="Arial" w:cs="Arial"/>
        </w:rPr>
        <w:t xml:space="preserve"> OUI</w:t>
      </w:r>
      <w:r w:rsidR="00A80A1C"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7538CB11" w14:textId="77777777" w:rsidR="00ED713C" w:rsidRDefault="00ED713C" w:rsidP="00D92452">
      <w:pPr>
        <w:jc w:val="both"/>
        <w:rPr>
          <w:rFonts w:ascii="Arial" w:hAnsi="Arial" w:cs="Arial"/>
        </w:rPr>
      </w:pPr>
    </w:p>
    <w:p w14:paraId="2224582A" w14:textId="0F88267A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6DB0990A" w14:textId="77777777" w:rsidR="00F575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94EC38B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5B94FDD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7B2680">
        <w:rPr>
          <w:rFonts w:ascii="Arial" w:hAnsi="Arial" w:cs="Arial"/>
        </w:rPr>
        <w:t>T</w:t>
      </w:r>
      <w:r w:rsidR="00FC41FE">
        <w:rPr>
          <w:rFonts w:ascii="Arial" w:hAnsi="Arial" w:cs="Arial"/>
        </w:rPr>
        <w:t>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5F8E362F" w:rsidR="00D92452" w:rsidRDefault="007B2680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soumissionnaire/T</w:t>
      </w:r>
      <w:r w:rsidR="00D92452" w:rsidRPr="00AE0741">
        <w:rPr>
          <w:rFonts w:ascii="Arial" w:hAnsi="Arial" w:cs="Arial"/>
        </w:rPr>
        <w:t>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49274A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5C25B378" w14:textId="77777777" w:rsidR="00A80A1C" w:rsidRDefault="0049274A" w:rsidP="00A80A1C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5BECAE70" w14:textId="1D06C299" w:rsidR="00B01350" w:rsidRDefault="004F2C68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Coordonnées du Délégué </w:t>
      </w:r>
      <w:r w:rsidR="007B2680">
        <w:rPr>
          <w:rFonts w:ascii="Arial" w:hAnsi="Arial" w:cs="Arial"/>
        </w:rPr>
        <w:t>à la protection des données du T</w:t>
      </w:r>
      <w:r>
        <w:rPr>
          <w:rFonts w:ascii="Arial" w:hAnsi="Arial" w:cs="Arial"/>
        </w:rPr>
        <w:t xml:space="preserve">itulaire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7EB6810" w14:textId="0BFA5360" w:rsidR="005163EE" w:rsidRDefault="005163EE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D5D3077" w14:textId="102A49D4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15F0702" w14:textId="5C8B18AA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F3E2692" w14:textId="31CF018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D7B889D" w14:textId="275D879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4A280226" w14:textId="0501F7E3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78F74F7" w14:textId="5A186018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42B5600" w14:textId="394F1ADD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AC66BA0" w14:textId="621DDCEF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2EB1A0C8" w14:textId="0032FF4B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F7890E0" w14:textId="08D98279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1B6F0ED6" w14:textId="1604D9C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322B7A6" w14:textId="7DC45E72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71683A0A" w14:textId="47B0F7CC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6B1F36E8" w14:textId="77777777" w:rsidR="00A16084" w:rsidRDefault="00A16084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1A8EA43" w14:textId="3B4E0C90" w:rsidR="007D38A0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C44D085" w14:textId="215E252B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C49426" w14:textId="77777777" w:rsidR="00451C49" w:rsidRDefault="00451C49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33AC42CE" w14:textId="10D3D7B0" w:rsidR="007D38A0" w:rsidRPr="004F2C68" w:rsidRDefault="007D38A0" w:rsidP="004F2C68">
      <w:pPr>
        <w:tabs>
          <w:tab w:val="left" w:leader="dot" w:pos="9072"/>
        </w:tabs>
        <w:jc w:val="both"/>
        <w:rPr>
          <w:rFonts w:ascii="Arial" w:hAnsi="Arial" w:cs="Arial"/>
          <w:bCs/>
        </w:rPr>
      </w:pPr>
    </w:p>
    <w:p w14:paraId="54A4FB45" w14:textId="27949D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6514A7">
        <w:rPr>
          <w:rFonts w:ascii="Arial" w:hAnsi="Arial" w:cs="Arial"/>
          <w:b/>
        </w:rPr>
        <w:t xml:space="preserve">MONTANT </w:t>
      </w:r>
      <w:proofErr w:type="gramStart"/>
      <w:r w:rsidR="006514A7">
        <w:rPr>
          <w:rFonts w:ascii="Arial" w:hAnsi="Arial" w:cs="Arial"/>
          <w:b/>
        </w:rPr>
        <w:t xml:space="preserve">DES </w:t>
      </w:r>
      <w:r w:rsidR="005B2D45">
        <w:rPr>
          <w:rFonts w:ascii="Arial" w:hAnsi="Arial" w:cs="Arial"/>
          <w:b/>
        </w:rPr>
        <w:t xml:space="preserve"> PRESTATIONS</w:t>
      </w:r>
      <w:proofErr w:type="gramEnd"/>
      <w:r w:rsidR="005B2D45">
        <w:rPr>
          <w:rFonts w:ascii="Arial" w:hAnsi="Arial" w:cs="Arial"/>
          <w:b/>
        </w:rPr>
        <w:t xml:space="preserve">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0B797C4F" w:rsidR="00717FA1" w:rsidRPr="00A80A1C" w:rsidRDefault="005B2D4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 w:rsidRPr="00A80A1C">
        <w:rPr>
          <w:rFonts w:ascii="Arial" w:hAnsi="Arial" w:cs="Arial"/>
        </w:rPr>
        <w:t>e montant des prestations sous-traitées indiqué ci-dessous</w:t>
      </w:r>
      <w:r w:rsidR="00A80A1C" w:rsidRPr="00A80A1C">
        <w:rPr>
          <w:rFonts w:ascii="Arial" w:hAnsi="Arial" w:cs="Arial"/>
        </w:rPr>
        <w:t>,</w:t>
      </w:r>
      <w:r w:rsidR="00717FA1" w:rsidRPr="00A80A1C">
        <w:rPr>
          <w:rFonts w:ascii="Arial" w:hAnsi="Arial" w:cs="Arial"/>
        </w:rPr>
        <w:t xml:space="preserve"> constitue le montant maximum des sommes </w:t>
      </w:r>
      <w:r w:rsidR="006514A7">
        <w:rPr>
          <w:rFonts w:ascii="Arial" w:hAnsi="Arial" w:cs="Arial"/>
        </w:rPr>
        <w:t xml:space="preserve">que le CEA </w:t>
      </w:r>
      <w:r w:rsidR="00717FA1" w:rsidRPr="00A80A1C">
        <w:rPr>
          <w:rFonts w:ascii="Arial" w:hAnsi="Arial" w:cs="Arial"/>
        </w:rPr>
        <w:t>verser</w:t>
      </w:r>
      <w:r w:rsidR="006514A7">
        <w:rPr>
          <w:rFonts w:ascii="Arial" w:hAnsi="Arial" w:cs="Arial"/>
        </w:rPr>
        <w:t>a</w:t>
      </w:r>
      <w:r w:rsidR="00717FA1" w:rsidRPr="00A80A1C">
        <w:rPr>
          <w:rFonts w:ascii="Arial" w:hAnsi="Arial" w:cs="Arial"/>
        </w:rPr>
        <w:t xml:space="preserve"> par paiement direct au sous-traitant. </w:t>
      </w:r>
    </w:p>
    <w:p w14:paraId="77F709AF" w14:textId="470E0382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1F2D7717" w14:textId="77777777" w:rsidR="005163EE" w:rsidRPr="00E672D3" w:rsidRDefault="005163EE" w:rsidP="005163EE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7FA97CC5" w14:textId="77777777" w:rsidR="005163EE" w:rsidRPr="00A80A1C" w:rsidRDefault="005163EE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A80A1C" w:rsidRDefault="00717FA1" w:rsidP="00717FA1">
      <w:pPr>
        <w:jc w:val="both"/>
        <w:rPr>
          <w:rFonts w:ascii="Arial" w:hAnsi="Arial" w:cs="Arial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a)</w:t>
      </w:r>
      <w:r w:rsidRPr="00A80A1C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</w:t>
      </w:r>
      <w:r w:rsidRPr="00A80A1C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Taux de la TVA : </w:t>
      </w:r>
      <w:r w:rsidRPr="00A80A1C">
        <w:rPr>
          <w:rFonts w:ascii="Arial" w:hAnsi="Arial" w:cs="Arial"/>
        </w:rPr>
        <w:tab/>
        <w:t xml:space="preserve"> </w:t>
      </w:r>
      <w:r w:rsidR="00727328" w:rsidRPr="00A80A1C">
        <w:rPr>
          <w:rFonts w:ascii="Arial" w:hAnsi="Arial" w:cs="Arial"/>
        </w:rPr>
        <w:t>%</w:t>
      </w:r>
    </w:p>
    <w:p w14:paraId="304A0A43" w14:textId="5CBFDFD2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A80A1C">
        <w:rPr>
          <w:rFonts w:ascii="Arial" w:hAnsi="Arial" w:cs="Arial"/>
          <w:b/>
        </w:rPr>
        <w:t xml:space="preserve">Montant HT : </w:t>
      </w:r>
      <w:r w:rsidRPr="00A80A1C">
        <w:rPr>
          <w:rFonts w:ascii="Arial" w:hAnsi="Arial" w:cs="Arial"/>
          <w:b/>
        </w:rPr>
        <w:tab/>
      </w:r>
      <w:r w:rsidR="00727328" w:rsidRPr="00A80A1C">
        <w:rPr>
          <w:rFonts w:ascii="Arial" w:hAnsi="Arial" w:cs="Arial"/>
          <w:b/>
        </w:rPr>
        <w:t xml:space="preserve"> €</w:t>
      </w:r>
    </w:p>
    <w:p w14:paraId="237880F0" w14:textId="17B0DA20" w:rsidR="00717FA1" w:rsidRPr="00A80A1C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A80A1C">
        <w:rPr>
          <w:rFonts w:ascii="Arial" w:hAnsi="Arial" w:cs="Arial"/>
        </w:rPr>
        <w:t xml:space="preserve">Montant TTC : </w:t>
      </w:r>
      <w:r w:rsidRPr="00A80A1C">
        <w:rPr>
          <w:rFonts w:ascii="Arial" w:hAnsi="Arial" w:cs="Arial"/>
        </w:rPr>
        <w:tab/>
      </w:r>
      <w:r w:rsidR="00727328" w:rsidRPr="00A80A1C">
        <w:rPr>
          <w:rFonts w:ascii="Arial" w:hAnsi="Arial" w:cs="Arial"/>
        </w:rPr>
        <w:t xml:space="preserve"> €</w:t>
      </w:r>
    </w:p>
    <w:p w14:paraId="60F72D6F" w14:textId="77777777" w:rsidR="00717FA1" w:rsidRPr="00A80A1C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A80A1C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/>
          <w:bCs/>
          <w:spacing w:val="-10"/>
          <w:position w:val="-2"/>
        </w:rPr>
        <w:t>b)</w:t>
      </w:r>
      <w:r w:rsidRPr="00A80A1C">
        <w:rPr>
          <w:rFonts w:ascii="Arial" w:hAnsi="Arial" w:cs="Arial"/>
          <w:bCs/>
          <w:spacing w:val="-10"/>
          <w:position w:val="-2"/>
        </w:rPr>
        <w:t xml:space="preserve"> </w:t>
      </w:r>
      <w:r w:rsidRPr="00A80A1C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Pr="00A80A1C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Pr="00A80A1C">
        <w:rPr>
          <w:rFonts w:ascii="Arial" w:hAnsi="Arial" w:cs="Arial"/>
          <w:bCs/>
        </w:rPr>
        <w:t xml:space="preserve"> </w:t>
      </w:r>
      <w:r w:rsidRPr="00A80A1C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00EEE528" w:rsidR="00717FA1" w:rsidRPr="00A80A1C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 xml:space="preserve">Taux de la TVA : </w:t>
      </w:r>
      <w:proofErr w:type="spellStart"/>
      <w:r w:rsidRPr="00A80A1C">
        <w:rPr>
          <w:rFonts w:ascii="Arial" w:hAnsi="Arial" w:cs="Arial"/>
          <w:bCs/>
          <w:spacing w:val="-10"/>
          <w:position w:val="-2"/>
        </w:rPr>
        <w:t>auto-liqui</w:t>
      </w:r>
      <w:r w:rsidR="007B2680">
        <w:rPr>
          <w:rFonts w:ascii="Arial" w:hAnsi="Arial" w:cs="Arial"/>
          <w:bCs/>
          <w:spacing w:val="-10"/>
          <w:position w:val="-2"/>
        </w:rPr>
        <w:t>dation</w:t>
      </w:r>
      <w:proofErr w:type="spellEnd"/>
      <w:r w:rsidR="007B2680">
        <w:rPr>
          <w:rFonts w:ascii="Arial" w:hAnsi="Arial" w:cs="Arial"/>
          <w:bCs/>
          <w:spacing w:val="-10"/>
          <w:position w:val="-2"/>
        </w:rPr>
        <w:t xml:space="preserve"> (la TVA est due par le Ti</w:t>
      </w:r>
      <w:r w:rsidRPr="00A80A1C">
        <w:rPr>
          <w:rFonts w:ascii="Arial" w:hAnsi="Arial" w:cs="Arial"/>
          <w:bCs/>
          <w:spacing w:val="-10"/>
          <w:position w:val="-2"/>
        </w:rPr>
        <w:t>tulaire)</w:t>
      </w:r>
    </w:p>
    <w:p w14:paraId="707B786C" w14:textId="3A6E580B" w:rsidR="00717FA1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A80A1C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A80A1C">
        <w:rPr>
          <w:rFonts w:ascii="Arial" w:hAnsi="Arial" w:cs="Arial"/>
          <w:bCs/>
          <w:spacing w:val="-10"/>
          <w:position w:val="-2"/>
        </w:rPr>
        <w:tab/>
      </w:r>
      <w:r w:rsidR="00727328" w:rsidRPr="00A80A1C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4A4DAAAF" w14:textId="1F2841D9" w:rsidR="008D331E" w:rsidRDefault="008D331E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26C0D51E" w14:textId="1259EBCD" w:rsidR="0066289C" w:rsidRDefault="00C14928" w:rsidP="00A80A1C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163EE">
        <w:rPr>
          <w:rFonts w:ascii="Arial" w:hAnsi="Arial" w:cs="Arial"/>
          <w:b/>
        </w:rPr>
        <w:t xml:space="preserve"> -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62BFD33B" w14:textId="2ABBC820" w:rsidR="0027637A" w:rsidRDefault="0027637A" w:rsidP="0027637A">
      <w:pPr>
        <w:jc w:val="both"/>
        <w:rPr>
          <w:rFonts w:ascii="Arial" w:hAnsi="Arial" w:cs="Arial"/>
          <w:bCs/>
        </w:rPr>
      </w:pPr>
    </w:p>
    <w:p w14:paraId="51490DFD" w14:textId="77777777" w:rsidR="0027637A" w:rsidDel="005B2D45" w:rsidRDefault="0027637A" w:rsidP="0027637A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 w:rsidDel="005B2D45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 w:rsidDel="005B2D45">
        <w:rPr>
          <w:rFonts w:ascii="Arial" w:hAnsi="Arial" w:cs="Arial"/>
          <w:color w:val="66CCFF"/>
          <w:spacing w:val="-10"/>
          <w:position w:val="-2"/>
        </w:rPr>
        <w:tab/>
      </w:r>
      <w:r w:rsidRPr="00B54C0E" w:rsidDel="005B2D45">
        <w:rPr>
          <w:rFonts w:ascii="Arial" w:hAnsi="Arial" w:cs="Arial"/>
        </w:rPr>
        <w:t xml:space="preserve">Échéancier </w:t>
      </w:r>
      <w:r w:rsidRPr="00897514" w:rsidDel="005B2D45">
        <w:rPr>
          <w:rFonts w:ascii="Arial" w:hAnsi="Arial" w:cs="Arial"/>
        </w:rPr>
        <w:t>et conditions</w:t>
      </w:r>
      <w:r w:rsidDel="005B2D45">
        <w:rPr>
          <w:rFonts w:ascii="Arial" w:hAnsi="Arial" w:cs="Arial"/>
        </w:rPr>
        <w:t xml:space="preserve"> </w:t>
      </w:r>
      <w:r w:rsidRPr="00B54C0E" w:rsidDel="005B2D45">
        <w:rPr>
          <w:rFonts w:ascii="Arial" w:hAnsi="Arial" w:cs="Arial"/>
        </w:rPr>
        <w:t>de facturation du contrat de sous-traitance :</w:t>
      </w:r>
      <w:r w:rsidDel="005B2D45"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7AAA7793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78BA4C58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1E0FB53F" w14:textId="77777777" w:rsidR="0027637A" w:rsidDel="005B2D45" w:rsidRDefault="0027637A" w:rsidP="0027637A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 w:rsidDel="005B2D45">
        <w:rPr>
          <w:rFonts w:ascii="Arial" w:hAnsi="Arial" w:cs="Arial"/>
          <w:bCs/>
        </w:rPr>
        <w:tab/>
      </w:r>
    </w:p>
    <w:p w14:paraId="4DF78771" w14:textId="2BFD4A5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F19B33D" w14:textId="23FD103B" w:rsidR="0027637A" w:rsidRDefault="0027637A" w:rsidP="0027637A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107B4853" w14:textId="275DAAAF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F69B2DF" w14:textId="3BC47AE0" w:rsidR="0027637A" w:rsidRPr="0027637A" w:rsidRDefault="0027637A" w:rsidP="0027637A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 xml:space="preserve">la case </w:t>
      </w:r>
      <w:r w:rsidR="00121C9E">
        <w:rPr>
          <w:rFonts w:ascii="Arial" w:hAnsi="Arial" w:cs="Arial"/>
          <w:b/>
          <w:i/>
          <w:color w:val="00B050"/>
        </w:rPr>
        <w:t>« </w:t>
      </w:r>
      <w:r w:rsidRPr="0027637A">
        <w:rPr>
          <w:rFonts w:ascii="Arial" w:hAnsi="Arial" w:cs="Arial"/>
          <w:b/>
          <w:i/>
          <w:color w:val="00B050"/>
        </w:rPr>
        <w:t>PAIEMENT DIRECT DU SOUS-TRAITANT PAR LE CEA</w:t>
      </w:r>
      <w:r w:rsidR="00121C9E">
        <w:rPr>
          <w:rFonts w:ascii="Arial" w:hAnsi="Arial" w:cs="Arial"/>
          <w:b/>
          <w:i/>
          <w:color w:val="00B050"/>
        </w:rPr>
        <w:t xml:space="preserve"> : </w:t>
      </w:r>
      <w:r w:rsidR="00121C9E" w:rsidRPr="00121C9E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7132690D" w14:textId="77777777" w:rsidR="0027637A" w:rsidRDefault="0027637A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8BA9C1E" w14:textId="77777777" w:rsidR="0027637A" w:rsidRDefault="00114A0A" w:rsidP="0027637A">
      <w:pPr>
        <w:jc w:val="both"/>
        <w:rPr>
          <w:rFonts w:ascii="Arial" w:hAnsi="Arial" w:cs="Arial"/>
          <w:i/>
          <w:sz w:val="18"/>
          <w:szCs w:val="18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27637A"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</w:t>
      </w:r>
      <w:r w:rsidR="0027637A">
        <w:rPr>
          <w:rFonts w:ascii="Arial" w:hAnsi="Arial" w:cs="Arial"/>
          <w:bCs/>
        </w:rPr>
        <w:t xml:space="preserve"> </w:t>
      </w:r>
      <w:r w:rsidR="0027637A"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  <w:r w:rsidR="0027637A">
        <w:rPr>
          <w:rFonts w:ascii="Arial" w:hAnsi="Arial" w:cs="Arial"/>
          <w:i/>
          <w:sz w:val="18"/>
          <w:szCs w:val="18"/>
        </w:rPr>
        <w:t> :</w:t>
      </w:r>
    </w:p>
    <w:p w14:paraId="084A699F" w14:textId="79FE3EAF" w:rsidR="0027637A" w:rsidRDefault="001D6DE4" w:rsidP="0027637A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 </w:t>
      </w: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089218D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B80F63" w14:textId="67307DFA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2D4CE786" w14:textId="77777777" w:rsidR="006514A7" w:rsidRPr="001C7D87" w:rsidRDefault="006514A7" w:rsidP="006514A7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7A5ACA88" w14:textId="77777777" w:rsidR="006514A7" w:rsidRDefault="006514A7" w:rsidP="006514A7">
      <w:pPr>
        <w:jc w:val="both"/>
        <w:rPr>
          <w:rFonts w:ascii="Arial" w:hAnsi="Arial" w:cs="Arial"/>
        </w:rPr>
      </w:pPr>
    </w:p>
    <w:p w14:paraId="0818AEDB" w14:textId="77777777" w:rsidR="006514A7" w:rsidRDefault="006514A7" w:rsidP="006514A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5DDFF3" w14:textId="77777777" w:rsidR="006514A7" w:rsidRDefault="006514A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28B68113" w14:textId="30F0B212" w:rsidR="00153192" w:rsidRDefault="00153192" w:rsidP="001D6DE4">
      <w:pPr>
        <w:jc w:val="both"/>
        <w:rPr>
          <w:rFonts w:ascii="Arial" w:hAnsi="Arial" w:cs="Arial"/>
          <w:bCs/>
        </w:rPr>
      </w:pPr>
    </w:p>
    <w:p w14:paraId="1051C714" w14:textId="3A2AE5CC" w:rsidR="004D1968" w:rsidRDefault="004D1968" w:rsidP="001D6DE4">
      <w:pPr>
        <w:jc w:val="both"/>
        <w:rPr>
          <w:rFonts w:ascii="Arial" w:hAnsi="Arial" w:cs="Arial"/>
          <w:bCs/>
        </w:rPr>
      </w:pPr>
    </w:p>
    <w:p w14:paraId="1ABE9F20" w14:textId="77777777" w:rsidR="00A16084" w:rsidRDefault="00A16084" w:rsidP="001D6DE4">
      <w:pPr>
        <w:jc w:val="both"/>
        <w:rPr>
          <w:rFonts w:ascii="Arial" w:hAnsi="Arial" w:cs="Arial"/>
          <w:bCs/>
        </w:rPr>
      </w:pPr>
    </w:p>
    <w:p w14:paraId="35EF6078" w14:textId="01115E85" w:rsidR="00CB53D4" w:rsidRDefault="004D1968" w:rsidP="001D6DE4">
      <w:pPr>
        <w:jc w:val="both"/>
        <w:rPr>
          <w:i/>
          <w:iCs/>
        </w:rPr>
      </w:pPr>
      <w:r>
        <w:rPr>
          <w:i/>
          <w:iCs/>
        </w:rPr>
        <w:t>Il est rappelé que les sommes versées au sous-traitant dans le ca</w:t>
      </w:r>
      <w:r w:rsidR="003E5968">
        <w:rPr>
          <w:i/>
          <w:iCs/>
        </w:rPr>
        <w:t>s</w:t>
      </w:r>
      <w:r>
        <w:rPr>
          <w:i/>
          <w:iCs/>
        </w:rPr>
        <w:t xml:space="preserve"> d’un paiement direct du sous-traitant par le CEA seront nécessairement déduites des sommes dues au titulaire au titre de son marché.</w:t>
      </w:r>
    </w:p>
    <w:p w14:paraId="1263C3C0" w14:textId="77777777" w:rsidR="00CB53D4" w:rsidRDefault="00CB53D4">
      <w:pPr>
        <w:rPr>
          <w:i/>
          <w:iCs/>
        </w:rPr>
      </w:pPr>
      <w:r>
        <w:rPr>
          <w:i/>
          <w:iCs/>
        </w:rPr>
        <w:br w:type="page"/>
      </w:r>
    </w:p>
    <w:p w14:paraId="49EC15E9" w14:textId="77777777" w:rsidR="00566751" w:rsidRDefault="00566751" w:rsidP="001D6DE4">
      <w:pPr>
        <w:jc w:val="both"/>
        <w:rPr>
          <w:rFonts w:ascii="Arial" w:hAnsi="Arial" w:cs="Arial"/>
          <w:bCs/>
        </w:rPr>
      </w:pP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6EEE88F9" w14:textId="6650656F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148D85F4" w14:textId="541AEBBF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</w:t>
      </w:r>
      <w:r w:rsidR="00A715C2" w:rsidRPr="00441A42">
        <w:rPr>
          <w:rFonts w:ascii="Arial" w:hAnsi="Arial" w:cs="Arial"/>
          <w:b/>
          <w:color w:val="00B050"/>
        </w:rPr>
        <w:t>le Titulaire coche</w:t>
      </w:r>
      <w:r w:rsidR="00111030" w:rsidRPr="00441A42">
        <w:rPr>
          <w:rFonts w:ascii="Arial" w:hAnsi="Arial" w:cs="Arial"/>
          <w:b/>
          <w:color w:val="00B050"/>
        </w:rPr>
        <w:t xml:space="preserve"> </w:t>
      </w:r>
      <w:r w:rsidR="00111030"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6344B53B" w14:textId="542D31C3" w:rsidR="006D0D24" w:rsidRDefault="0049274A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5C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A715C2" w:rsidRPr="005716FD">
        <w:rPr>
          <w:rFonts w:ascii="Arial" w:hAnsi="Arial" w:cs="Arial"/>
        </w:rPr>
        <w:t> L</w:t>
      </w:r>
      <w:r w:rsidR="00A715C2">
        <w:rPr>
          <w:rFonts w:ascii="Arial" w:hAnsi="Arial" w:cs="Arial"/>
        </w:rPr>
        <w:t>e marché n’est ni cédé ni nanti.</w:t>
      </w:r>
    </w:p>
    <w:p w14:paraId="64DADE41" w14:textId="77777777" w:rsidR="00A715C2" w:rsidRDefault="00A715C2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4B6DD30" w14:textId="59F5DB93" w:rsidR="006D0D24" w:rsidRDefault="006D0D24" w:rsidP="006D0D24">
      <w:pPr>
        <w:rPr>
          <w:rFonts w:ascii="Arial" w:hAnsi="Arial" w:cs="Arial"/>
          <w:b/>
          <w:color w:val="00B050"/>
        </w:rPr>
      </w:pPr>
    </w:p>
    <w:p w14:paraId="77B8A79C" w14:textId="6721FC93" w:rsidR="006D0D24" w:rsidRPr="00441A42" w:rsidRDefault="006D0D24" w:rsidP="00441A42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</w:t>
      </w:r>
      <w:r w:rsidR="00A715C2" w:rsidRPr="00441A42">
        <w:rPr>
          <w:rFonts w:ascii="Arial" w:hAnsi="Arial" w:cs="Arial"/>
          <w:b/>
          <w:color w:val="00B050"/>
        </w:rPr>
        <w:t>de</w:t>
      </w:r>
      <w:r w:rsidRPr="00441A42">
        <w:rPr>
          <w:rFonts w:ascii="Arial" w:hAnsi="Arial" w:cs="Arial"/>
          <w:b/>
          <w:color w:val="00B050"/>
        </w:rPr>
        <w:t xml:space="preserve"> </w:t>
      </w:r>
      <w:r w:rsidR="00A715C2" w:rsidRPr="00441A42">
        <w:rPr>
          <w:rFonts w:ascii="Arial" w:hAnsi="Arial" w:cs="Arial"/>
          <w:b/>
          <w:color w:val="00B050"/>
        </w:rPr>
        <w:t>l’une des hypothèses</w:t>
      </w:r>
      <w:r w:rsidRPr="00441A42">
        <w:rPr>
          <w:rFonts w:ascii="Arial" w:hAnsi="Arial" w:cs="Arial"/>
          <w:b/>
          <w:color w:val="00B050"/>
        </w:rPr>
        <w:t xml:space="preserve"> suivantes</w:t>
      </w:r>
      <w:r w:rsidR="00A715C2" w:rsidRPr="00441A42">
        <w:rPr>
          <w:rFonts w:ascii="Arial" w:hAnsi="Arial" w:cs="Arial"/>
          <w:b/>
          <w:color w:val="00B050"/>
        </w:rPr>
        <w:t>,</w:t>
      </w:r>
      <w:r w:rsidRPr="00441A42">
        <w:rPr>
          <w:rFonts w:ascii="Arial" w:hAnsi="Arial" w:cs="Arial"/>
          <w:b/>
          <w:color w:val="00B050"/>
        </w:rPr>
        <w:t xml:space="preserve"> selon la situation dans laquelle il se trouve. A défaut, le paiement direct du sous-traitant </w:t>
      </w:r>
      <w:r w:rsidR="006514A7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</w:t>
      </w:r>
      <w:r w:rsidR="00A715C2" w:rsidRPr="00441A42">
        <w:rPr>
          <w:rFonts w:ascii="Arial" w:hAnsi="Arial" w:cs="Arial"/>
          <w:b/>
          <w:color w:val="00B050"/>
        </w:rPr>
        <w:t> :</w:t>
      </w:r>
    </w:p>
    <w:p w14:paraId="72BD35C1" w14:textId="09CF62D2" w:rsidR="005163EE" w:rsidRDefault="005163EE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6D9392E" w14:textId="759A4B71" w:rsidR="00750F02" w:rsidRPr="005716FD" w:rsidRDefault="007B2680" w:rsidP="00750F02">
      <w:pPr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Le T</w:t>
      </w:r>
      <w:r w:rsidR="00750F02" w:rsidRPr="005716FD">
        <w:rPr>
          <w:rFonts w:ascii="Arial" w:hAnsi="Arial" w:cs="Arial"/>
        </w:rPr>
        <w:t xml:space="preserve">itulaire établit </w:t>
      </w:r>
      <w:r w:rsidR="00750F02" w:rsidRPr="005716FD">
        <w:rPr>
          <w:rFonts w:ascii="Arial" w:hAnsi="Arial" w:cs="Arial"/>
          <w:iCs/>
        </w:rPr>
        <w:t>qu</w:t>
      </w:r>
      <w:r w:rsidR="00750F02">
        <w:rPr>
          <w:rFonts w:ascii="Arial" w:hAnsi="Arial" w:cs="Arial"/>
          <w:iCs/>
        </w:rPr>
        <w:t>e le montant de la</w:t>
      </w:r>
      <w:r w:rsidR="00750F02" w:rsidRPr="005716FD">
        <w:rPr>
          <w:rFonts w:ascii="Arial" w:hAnsi="Arial" w:cs="Arial"/>
          <w:iCs/>
        </w:rPr>
        <w:t xml:space="preserve"> cession </w:t>
      </w:r>
      <w:r w:rsidR="00750F02">
        <w:rPr>
          <w:rFonts w:ascii="Arial" w:hAnsi="Arial" w:cs="Arial"/>
          <w:iCs/>
        </w:rPr>
        <w:t>ou du</w:t>
      </w:r>
      <w:r w:rsidR="00750F02" w:rsidRPr="005716FD">
        <w:rPr>
          <w:rFonts w:ascii="Arial" w:hAnsi="Arial" w:cs="Arial"/>
          <w:iCs/>
        </w:rPr>
        <w:t xml:space="preserve"> nantissement de créances résultant du marché public ne f</w:t>
      </w:r>
      <w:r w:rsidR="00750F02">
        <w:rPr>
          <w:rFonts w:ascii="Arial" w:hAnsi="Arial" w:cs="Arial"/>
          <w:iCs/>
        </w:rPr>
        <w:t>ait pas</w:t>
      </w:r>
      <w:r w:rsidR="00750F02" w:rsidRPr="005716FD">
        <w:rPr>
          <w:rFonts w:ascii="Arial" w:hAnsi="Arial" w:cs="Arial"/>
          <w:iCs/>
        </w:rPr>
        <w:t xml:space="preserve"> obstacle au paiement direct du sous</w:t>
      </w:r>
      <w:r w:rsidR="00750F02"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750F02" w:rsidRPr="005716FD">
        <w:rPr>
          <w:rFonts w:ascii="Arial" w:hAnsi="Arial" w:cs="Arial"/>
          <w:iCs/>
        </w:rPr>
        <w:t xml:space="preserve"> ou à l’</w:t>
      </w:r>
      <w:hyperlink r:id="rId11" w:history="1">
        <w:r w:rsidR="00750F02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750F02"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16E49E4C" w:rsidR="00CB2EED" w:rsidRPr="005716FD" w:rsidRDefault="007B2680" w:rsidP="00672C97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conséquence, le T</w:t>
      </w:r>
      <w:r w:rsidR="00CB2EED"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="00CB2EED"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6BF4572D" w:rsidR="00CB2EED" w:rsidRPr="005716FD" w:rsidRDefault="0049274A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750F02">
        <w:rPr>
          <w:rFonts w:ascii="Arial" w:hAnsi="Arial" w:cs="Arial"/>
        </w:rPr>
        <w:t>l’exemplaire</w:t>
      </w:r>
      <w:proofErr w:type="gramEnd"/>
      <w:r w:rsidR="00750F02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49274A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72249BD2" w:rsidR="00CB2EED" w:rsidRPr="005716FD" w:rsidRDefault="0049274A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7B2680">
        <w:rPr>
          <w:rFonts w:ascii="Arial" w:hAnsi="Arial" w:cs="Arial"/>
        </w:rPr>
        <w:t>le 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2D847DE" w:rsidR="00CB2EED" w:rsidRPr="005716FD" w:rsidRDefault="0049274A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</w:t>
      </w:r>
      <w:r w:rsidR="007B2680">
        <w:rPr>
          <w:rFonts w:ascii="Arial" w:hAnsi="Arial" w:cs="Arial"/>
        </w:rPr>
        <w:t>itué, le 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F31B574" w14:textId="32D82055" w:rsidR="00B50834" w:rsidRDefault="00B50834" w:rsidP="003D6BE4">
      <w:pPr>
        <w:spacing w:before="120"/>
        <w:jc w:val="both"/>
        <w:rPr>
          <w:rFonts w:ascii="Arial" w:hAnsi="Arial" w:cs="Arial"/>
        </w:rPr>
      </w:pPr>
    </w:p>
    <w:p w14:paraId="285D2629" w14:textId="691BA956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653C44EC" w14:textId="019A0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0D8AD01F" w14:textId="5EDDCC18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DEB8C15" w14:textId="79F80D4B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3C22EF1B" w14:textId="4F43EA4E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7B808E1F" w14:textId="33AB7A53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54809000" w14:textId="77777777" w:rsidR="00ED713C" w:rsidRDefault="00ED713C" w:rsidP="003D6BE4">
      <w:pPr>
        <w:spacing w:before="120"/>
        <w:jc w:val="both"/>
        <w:rPr>
          <w:rFonts w:ascii="Arial" w:hAnsi="Arial" w:cs="Arial"/>
        </w:rPr>
      </w:pPr>
    </w:p>
    <w:p w14:paraId="18C3BC31" w14:textId="67236560" w:rsidR="00566751" w:rsidRPr="005716FD" w:rsidRDefault="00566751" w:rsidP="003D6BE4">
      <w:pPr>
        <w:spacing w:before="120"/>
        <w:jc w:val="both"/>
        <w:rPr>
          <w:rFonts w:ascii="Arial" w:hAnsi="Arial" w:cs="Arial"/>
        </w:rPr>
      </w:pP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66DDA950" w14:textId="77777777" w:rsidR="005163EE" w:rsidRPr="00EA0DD5" w:rsidRDefault="005163EE" w:rsidP="005163EE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 xml:space="preserve">Je soussigné(e), M./Mme </w:t>
      </w:r>
      <w:r w:rsidRPr="00897514">
        <w:rPr>
          <w:rFonts w:ascii="Arial" w:hAnsi="Arial" w:cs="Arial"/>
          <w:bCs/>
          <w:color w:val="00B050"/>
        </w:rPr>
        <w:t xml:space="preserve">[NOM, Prénom, qualité de la personne] </w:t>
      </w:r>
      <w:r w:rsidRPr="00897514">
        <w:rPr>
          <w:rFonts w:ascii="Arial" w:hAnsi="Arial" w:cs="Arial"/>
          <w:bCs/>
        </w:rPr>
        <w:t xml:space="preserve">………………...……………………………………………, habilité(e) à engager la personnalité morale de la société </w:t>
      </w:r>
      <w:r w:rsidRPr="00897514">
        <w:rPr>
          <w:rFonts w:ascii="Arial" w:hAnsi="Arial" w:cs="Arial"/>
          <w:bCs/>
          <w:color w:val="00B050"/>
        </w:rPr>
        <w:t xml:space="preserve">[Nom de la société] </w:t>
      </w:r>
      <w:r w:rsidRPr="00897514">
        <w:rPr>
          <w:rFonts w:ascii="Arial" w:hAnsi="Arial" w:cs="Arial"/>
          <w:bCs/>
        </w:rPr>
        <w:t>………………………………………………………</w:t>
      </w:r>
      <w:proofErr w:type="gramStart"/>
      <w:r w:rsidRPr="00897514">
        <w:rPr>
          <w:rFonts w:ascii="Arial" w:hAnsi="Arial" w:cs="Arial"/>
          <w:bCs/>
        </w:rPr>
        <w:t>…….</w:t>
      </w:r>
      <w:proofErr w:type="gramEnd"/>
      <w:r w:rsidRPr="00897514">
        <w:rPr>
          <w:rFonts w:ascii="Arial" w:hAnsi="Arial" w:cs="Arial"/>
          <w:bCs/>
        </w:rPr>
        <w:t>.….,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3F5EAD6B" w:rsidR="001D6DE4" w:rsidRPr="00F97581" w:rsidRDefault="001D6DE4" w:rsidP="00F97581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A9DAD25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  <w:color w:val="FF0000"/>
        </w:rPr>
      </w:pPr>
      <w:r w:rsidRPr="00DC3A12">
        <w:rPr>
          <w:rFonts w:ascii="Arial" w:hAnsi="Arial" w:cs="Arial"/>
          <w:i/>
        </w:rPr>
        <w:tab/>
      </w:r>
      <w:r w:rsidR="00F97581" w:rsidRPr="004D1A53">
        <w:rPr>
          <w:rFonts w:ascii="Arial" w:hAnsi="Arial" w:cs="Arial"/>
          <w:i/>
          <w:color w:val="FF0000"/>
        </w:rPr>
        <w:t xml:space="preserve">Nom, Prénom et </w:t>
      </w:r>
      <w:r w:rsidR="00F97581" w:rsidRPr="004D1A53">
        <w:rPr>
          <w:rFonts w:ascii="Arial" w:hAnsi="Arial" w:cs="Arial"/>
          <w:i/>
          <w:color w:val="FF0000"/>
          <w:u w:val="single"/>
        </w:rPr>
        <w:t>qualité</w:t>
      </w:r>
      <w:r w:rsidR="00F97581" w:rsidRPr="004D1A53">
        <w:rPr>
          <w:rFonts w:ascii="Arial" w:hAnsi="Arial" w:cs="Arial"/>
          <w:i/>
          <w:color w:val="FF0000"/>
        </w:rPr>
        <w:t xml:space="preserve"> du signataire</w:t>
      </w:r>
    </w:p>
    <w:p w14:paraId="7E083164" w14:textId="77777777" w:rsidR="00F97581" w:rsidRPr="00DC3A12" w:rsidRDefault="00F97581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336F6A3" w14:textId="7D61D193" w:rsidR="001D6DE4" w:rsidRPr="0015319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CB1E03A" w14:textId="051C1D75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2A2BAF1" w14:textId="0B603D61" w:rsidR="002B732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61F70A8" w14:textId="14B8FF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83E271F" w14:textId="0646522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2CB1EAD" w14:textId="7C77A0E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4641383" w14:textId="6A015079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F792F63" w14:textId="7B7EB5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6FDE26D" w14:textId="700380B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16ED3FC" w14:textId="5E4511EF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ACDF7F6" w14:textId="7C041A3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46E7A29" w14:textId="5568D3B6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18EC349" w14:textId="2C99436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BBBE9B" w14:textId="0363A33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20794D53" w14:textId="404AEB4A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53157AB" w14:textId="55A4535B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C1EB1B0" w14:textId="3BEAAFB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35640621" w14:textId="4500A7F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538BD9E" w14:textId="170AA5EE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E8C6BDD" w14:textId="208A2B15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FA3794D" w14:textId="3C8332CD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040B44C" w14:textId="7F37141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7F0A1B87" w14:textId="2A9D3CE8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D3669D1" w14:textId="53BC8C7C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3664366" w14:textId="6365DA83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57CB8F8" w14:textId="018CA722" w:rsidR="00ED713C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0BF4690B" w14:textId="77777777" w:rsidR="00ED713C" w:rsidRPr="00153192" w:rsidRDefault="00ED713C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1348E42" w14:textId="77777777" w:rsidR="002B7322" w:rsidRPr="00153192" w:rsidRDefault="002B7322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6E92BEE8" w14:textId="77777777" w:rsidR="00153192" w:rsidRDefault="00153192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8- DOCUMENTS A PRODUIRE PAR LE SOUS-TRAITANT</w:t>
      </w:r>
    </w:p>
    <w:p w14:paraId="0EB2C458" w14:textId="5B34F07C" w:rsidR="00153192" w:rsidRPr="00F97581" w:rsidRDefault="003A4B6B" w:rsidP="00153192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97581">
        <w:rPr>
          <w:rFonts w:ascii="Arial" w:hAnsi="Arial" w:cs="Arial"/>
          <w:color w:val="FF0000"/>
        </w:rPr>
        <w:t>(</w:t>
      </w:r>
      <w:proofErr w:type="gramStart"/>
      <w:r w:rsidRPr="00F97581">
        <w:rPr>
          <w:rFonts w:ascii="Arial" w:hAnsi="Arial" w:cs="Arial"/>
          <w:color w:val="FF0000"/>
        </w:rPr>
        <w:t>à</w:t>
      </w:r>
      <w:proofErr w:type="gramEnd"/>
      <w:r w:rsidRPr="00F97581">
        <w:rPr>
          <w:rFonts w:ascii="Arial" w:hAnsi="Arial" w:cs="Arial"/>
          <w:color w:val="FF0000"/>
        </w:rPr>
        <w:t xml:space="preserve"> </w:t>
      </w:r>
      <w:r w:rsidR="00153192" w:rsidRPr="00F97581">
        <w:rPr>
          <w:rFonts w:ascii="Arial" w:hAnsi="Arial" w:cs="Arial"/>
          <w:color w:val="FF0000"/>
        </w:rPr>
        <w:t>joindre impérativement à la présente demande dûment remplie)</w:t>
      </w:r>
    </w:p>
    <w:p w14:paraId="5BE2C6D6" w14:textId="51E4D909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7570DDF4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498009E8" w14:textId="370CCE2D" w:rsidR="009F2C0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Les références récentes du sous-traitant dans le domaine du marché concerné (prestations exécutées pendant les trois dernières années) : cette liste doit notamment faire apparaitre le nom du client, la date, le lieu, l’objet et le montant (en K€) des prestations.</w:t>
      </w:r>
    </w:p>
    <w:p w14:paraId="32EC3701" w14:textId="77777777" w:rsidR="009F2C01" w:rsidRDefault="009F2C01" w:rsidP="00727328">
      <w:pPr>
        <w:ind w:left="851" w:hanging="284"/>
        <w:jc w:val="both"/>
        <w:rPr>
          <w:rFonts w:ascii="Arial" w:hAnsi="Arial" w:cs="Arial"/>
        </w:rPr>
      </w:pPr>
    </w:p>
    <w:p w14:paraId="25F2F7B4" w14:textId="2719DE2E" w:rsidR="000623A6" w:rsidRPr="00341491" w:rsidRDefault="009F2C01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5A122AB6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>L</w:t>
      </w:r>
      <w:r w:rsidR="004969D7" w:rsidRPr="009F2C01">
        <w:rPr>
          <w:rFonts w:ascii="Arial" w:hAnsi="Arial" w:cs="Arial"/>
        </w:rPr>
        <w:t>e cas échéant, l</w:t>
      </w:r>
      <w:r w:rsidRPr="009F2C01">
        <w:rPr>
          <w:rFonts w:ascii="Arial" w:hAnsi="Arial" w:cs="Arial"/>
        </w:rPr>
        <w:t xml:space="preserve">a copie du ou des jugements prononcés si la société </w:t>
      </w:r>
      <w:r w:rsidR="00AA41E5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3D9D76F4" w:rsidR="000623A6" w:rsidRPr="009F2C01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9F2C01">
        <w:rPr>
          <w:rFonts w:ascii="Arial" w:hAnsi="Arial" w:cs="Arial"/>
        </w:rPr>
        <w:t xml:space="preserve">Les attestations d’assurance </w:t>
      </w:r>
      <w:r w:rsidR="002917C1" w:rsidRPr="009F2C01">
        <w:rPr>
          <w:rFonts w:ascii="Arial" w:hAnsi="Arial" w:cs="Arial"/>
        </w:rPr>
        <w:t xml:space="preserve">civile, </w:t>
      </w:r>
      <w:r w:rsidRPr="009F2C01">
        <w:rPr>
          <w:rFonts w:ascii="Arial" w:hAnsi="Arial" w:cs="Arial"/>
        </w:rPr>
        <w:t xml:space="preserve">professionnelle (décennale le cas échéant) en cours de </w:t>
      </w:r>
      <w:r w:rsidR="00727328" w:rsidRPr="009F2C01">
        <w:rPr>
          <w:rFonts w:ascii="Arial" w:hAnsi="Arial" w:cs="Arial"/>
        </w:rPr>
        <w:br/>
      </w:r>
      <w:r w:rsidRPr="009F2C01">
        <w:rPr>
          <w:rFonts w:ascii="Arial" w:hAnsi="Arial" w:cs="Arial"/>
        </w:rPr>
        <w:t>validité</w:t>
      </w:r>
      <w:r w:rsidR="00AA41E5">
        <w:rPr>
          <w:rFonts w:ascii="Arial" w:hAnsi="Arial" w:cs="Arial"/>
        </w:rPr>
        <w:t>.</w:t>
      </w:r>
    </w:p>
    <w:p w14:paraId="400E5FEC" w14:textId="4ADDEF94" w:rsidR="00C340AC" w:rsidRPr="00BF32F3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7B37084A" w:rsidR="00900996" w:rsidRPr="00BF32F3" w:rsidRDefault="000623A6" w:rsidP="009F2C01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BF32F3">
        <w:rPr>
          <w:rFonts w:ascii="Arial" w:hAnsi="Arial" w:cs="Arial"/>
        </w:rPr>
        <w:t xml:space="preserve">Dans le cas d’emploi de salariés détachés, </w:t>
      </w:r>
      <w:r w:rsidR="000C1325" w:rsidRPr="00BF32F3">
        <w:rPr>
          <w:rFonts w:ascii="Arial" w:hAnsi="Arial" w:cs="Arial"/>
        </w:rPr>
        <w:t>une copie de la déclaration de détachement effectuée sur le téléservice « SIPSI » d</w:t>
      </w:r>
      <w:r w:rsidR="00AA41E5">
        <w:rPr>
          <w:rFonts w:ascii="Arial" w:hAnsi="Arial" w:cs="Arial"/>
        </w:rPr>
        <w:t>u Ministère chargé du travail.</w:t>
      </w:r>
    </w:p>
    <w:p w14:paraId="59660227" w14:textId="77777777" w:rsidR="002D3FE4" w:rsidRPr="00BF32F3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728AACE3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BF32F3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BF32F3">
        <w:rPr>
          <w:rFonts w:ascii="Arial" w:hAnsi="Arial" w:cs="Arial"/>
          <w:i/>
          <w:sz w:val="22"/>
          <w:szCs w:val="22"/>
        </w:rPr>
        <w:t>.</w:t>
      </w:r>
    </w:p>
    <w:p w14:paraId="4D177102" w14:textId="77777777" w:rsidR="00E912B6" w:rsidRDefault="00E912B6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</w:p>
    <w:p w14:paraId="3ADCF273" w14:textId="3344A9C5" w:rsidR="00E912B6" w:rsidRPr="00E912B6" w:rsidRDefault="003D79D5" w:rsidP="00E912B6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E912B6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E912B6">
        <w:rPr>
          <w:rFonts w:ascii="Arial" w:hAnsi="Arial" w:cs="Arial"/>
          <w:b/>
        </w:rPr>
        <w:t>datant de moins de six mois</w:t>
      </w:r>
      <w:r w:rsidRPr="00E912B6">
        <w:rPr>
          <w:rFonts w:ascii="Arial" w:hAnsi="Arial" w:cs="Arial"/>
        </w:rPr>
        <w:t>.</w:t>
      </w:r>
    </w:p>
    <w:p w14:paraId="33AD6190" w14:textId="77777777" w:rsidR="00E912B6" w:rsidRDefault="00E912B6" w:rsidP="00E912B6">
      <w:pPr>
        <w:pStyle w:val="Paragraphedeliste"/>
        <w:ind w:left="786"/>
        <w:jc w:val="both"/>
        <w:rPr>
          <w:rFonts w:ascii="Arial" w:hAnsi="Arial" w:cs="Arial"/>
        </w:rPr>
      </w:pPr>
    </w:p>
    <w:p w14:paraId="6204F76E" w14:textId="3193A392" w:rsidR="00E912B6" w:rsidRPr="00E912B6" w:rsidRDefault="00E912B6" w:rsidP="00451C49">
      <w:pPr>
        <w:pStyle w:val="Paragraphedeliste"/>
        <w:numPr>
          <w:ilvl w:val="0"/>
          <w:numId w:val="56"/>
        </w:numPr>
        <w:jc w:val="both"/>
        <w:rPr>
          <w:rStyle w:val="lev"/>
          <w:rFonts w:ascii="Arial" w:hAnsi="Arial" w:cs="Arial"/>
          <w:b w:val="0"/>
          <w:bCs w:val="0"/>
        </w:rPr>
      </w:pPr>
      <w:r w:rsidRPr="00E912B6">
        <w:rPr>
          <w:rFonts w:ascii="Arial" w:hAnsi="Arial" w:cs="Arial"/>
        </w:rPr>
        <w:t>Un relevé d’identité bancaire (RIB) ou postal du sous-traitant</w:t>
      </w:r>
      <w:r w:rsidR="00451C49" w:rsidRPr="00451C49">
        <w:t xml:space="preserve"> </w:t>
      </w:r>
      <w:r w:rsidR="00451C49" w:rsidRPr="00451C49">
        <w:rPr>
          <w:rFonts w:ascii="Arial" w:hAnsi="Arial" w:cs="Arial"/>
        </w:rPr>
        <w:t>(</w:t>
      </w:r>
      <w:r w:rsidR="004C19A1">
        <w:rPr>
          <w:rFonts w:ascii="Arial" w:hAnsi="Arial" w:cs="Arial"/>
        </w:rPr>
        <w:t xml:space="preserve">à transmettre </w:t>
      </w:r>
      <w:r w:rsidR="00451C49" w:rsidRPr="00451C49">
        <w:rPr>
          <w:rFonts w:ascii="Arial" w:hAnsi="Arial" w:cs="Arial"/>
        </w:rPr>
        <w:t>uniquement</w:t>
      </w:r>
      <w:r w:rsidR="00451C49">
        <w:t xml:space="preserve"> </w:t>
      </w:r>
      <w:r w:rsidR="00451C49">
        <w:rPr>
          <w:rFonts w:ascii="Arial" w:hAnsi="Arial" w:cs="Arial"/>
        </w:rPr>
        <w:t xml:space="preserve">si la case « </w:t>
      </w:r>
      <w:r w:rsidR="00451C49" w:rsidRPr="00451C49">
        <w:rPr>
          <w:rFonts w:ascii="Arial" w:hAnsi="Arial" w:cs="Arial"/>
        </w:rPr>
        <w:t>PAIEMENT DIRECT DU SOUS-TRAITANT PAR LE CEA</w:t>
      </w:r>
      <w:r w:rsidR="00121C9E">
        <w:rPr>
          <w:rFonts w:ascii="Arial" w:hAnsi="Arial" w:cs="Arial"/>
        </w:rPr>
        <w:t> : OUI</w:t>
      </w:r>
      <w:r w:rsidR="00451C49" w:rsidRPr="00451C49">
        <w:rPr>
          <w:rFonts w:ascii="Arial" w:hAnsi="Arial" w:cs="Arial"/>
        </w:rPr>
        <w:t xml:space="preserve"> » a été cochée au niveau de la rubrique n°1 « Marché concerné »</w:t>
      </w:r>
      <w:r w:rsidR="00451C49">
        <w:rPr>
          <w:rFonts w:ascii="Arial" w:hAnsi="Arial" w:cs="Arial"/>
        </w:rPr>
        <w:t>).</w:t>
      </w:r>
    </w:p>
    <w:p w14:paraId="2B72D11E" w14:textId="77777777" w:rsidR="006C7466" w:rsidRPr="00BF32F3" w:rsidRDefault="006C7466" w:rsidP="002D3FE4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1D65A4E8" w14:textId="7BCDAC1D" w:rsidR="00E912B6" w:rsidRPr="00D4663A" w:rsidRDefault="00BF32F3" w:rsidP="00D4663A">
      <w:pPr>
        <w:pStyle w:val="Paragraphedeliste"/>
        <w:numPr>
          <w:ilvl w:val="0"/>
          <w:numId w:val="56"/>
        </w:numPr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 xml:space="preserve">L’attestation des indicateurs des risques professionnels délivrée sur le site </w:t>
      </w:r>
      <w:hyperlink r:id="rId20" w:history="1">
        <w:r w:rsidR="004D650C" w:rsidRPr="00D4663A">
          <w:rPr>
            <w:rStyle w:val="Lienhypertexte"/>
            <w:rFonts w:ascii="Arial" w:hAnsi="Arial" w:cs="Arial"/>
          </w:rPr>
          <w:t>https://www.net-entreprises.fr</w:t>
        </w:r>
      </w:hyperlink>
      <w:r w:rsidR="004D650C" w:rsidRPr="00D4663A">
        <w:rPr>
          <w:rFonts w:ascii="Arial" w:hAnsi="Arial" w:cs="Arial"/>
        </w:rPr>
        <w:t xml:space="preserve"> </w:t>
      </w:r>
      <w:r w:rsidR="00E912B6" w:rsidRPr="00D4663A">
        <w:rPr>
          <w:rFonts w:ascii="Arial" w:hAnsi="Arial" w:cs="Arial"/>
          <w:b/>
          <w:color w:val="FF0000"/>
          <w:u w:val="single"/>
        </w:rPr>
        <w:t>pour l’établissement intervenant</w:t>
      </w:r>
      <w:r w:rsidR="00E912B6" w:rsidRPr="00D4663A">
        <w:rPr>
          <w:rFonts w:ascii="Arial" w:hAnsi="Arial" w:cs="Arial"/>
          <w:b/>
        </w:rPr>
        <w:t>, datée de l’année en cours</w:t>
      </w:r>
      <w:r w:rsidR="00E912B6" w:rsidRPr="00D4663A">
        <w:rPr>
          <w:rFonts w:ascii="Arial" w:hAnsi="Arial" w:cs="Arial"/>
        </w:rPr>
        <w:t xml:space="preserve">. </w:t>
      </w:r>
    </w:p>
    <w:p w14:paraId="1E5995FA" w14:textId="77777777" w:rsidR="00D4663A" w:rsidRDefault="00D4663A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F742767" w14:textId="572E17F2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0618936E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77DCA3D9" w14:textId="77777777" w:rsidR="00E912B6" w:rsidRPr="007F2D11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686A135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5E36550" w14:textId="77777777" w:rsidR="00E912B6" w:rsidRPr="00385942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0FB29FF5" w14:textId="77777777" w:rsidR="00E912B6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</w:p>
    <w:p w14:paraId="52AF3113" w14:textId="77777777" w:rsidR="00E912B6" w:rsidRPr="00BA0F1B" w:rsidRDefault="00E912B6" w:rsidP="00E912B6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le sous-traitant est dans l’incapacité de transmettre cette attestation, le justificatif doit être communiqué au CEA lors de l’envoi de la demande d’acceptation de sous-traitance : </w:t>
      </w:r>
      <w:r w:rsidRPr="00385942">
        <w:rPr>
          <w:rFonts w:ascii="Arial" w:hAnsi="Arial" w:cs="Arial"/>
        </w:rPr>
        <w:t>le sous-traitant a par exemple un statut de travailleur indépendant.</w:t>
      </w:r>
    </w:p>
    <w:p w14:paraId="788845CE" w14:textId="08056869" w:rsidR="00BF32F3" w:rsidRDefault="00BF32F3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4CA4C949" w14:textId="417104BE" w:rsidR="00F97581" w:rsidRDefault="00F97581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7CFBE2C" w14:textId="234BFF71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35934DC5" w14:textId="5442B81A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1E9D9D35" w14:textId="4DA2E8F2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7DCF76D5" w14:textId="547D1F45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5F258330" w14:textId="729388C3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20F2A311" w14:textId="77777777" w:rsidR="00ED713C" w:rsidRDefault="00ED713C" w:rsidP="002B7322">
      <w:pPr>
        <w:pStyle w:val="Paragraphedeliste"/>
        <w:ind w:left="851"/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4F43497" w14:textId="67AE405C" w:rsidR="00153192" w:rsidRPr="00EF2277" w:rsidRDefault="00153192" w:rsidP="00EF2277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8D331E">
        <w:trPr>
          <w:trHeight w:val="2503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63B92543" w:rsidR="00AB413F" w:rsidRDefault="007B2680">
            <w:pPr>
              <w:spacing w:before="60"/>
            </w:pPr>
            <w:r>
              <w:rPr>
                <w:rFonts w:ascii="Arial" w:hAnsi="Arial" w:cs="Arial"/>
              </w:rPr>
              <w:t>Le T</w:t>
            </w:r>
            <w:r w:rsidR="00AB413F"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13AF361" w:rsidR="00AB413F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7D97C31A" w14:textId="64D1AC2A" w:rsidR="00F97581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7591D287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24DE8F6D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49D3D49B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727328" w:rsidRDefault="00AB413F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1D3A707B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F97581">
              <w:rPr>
                <w:rFonts w:ascii="Arial" w:hAnsi="Arial" w:cs="Arial"/>
              </w:rPr>
              <w:t>, prénom</w:t>
            </w:r>
            <w:r w:rsidRPr="00727328">
              <w:rPr>
                <w:rFonts w:ascii="Arial" w:hAnsi="Arial" w:cs="Arial"/>
              </w:rPr>
              <w:t xml:space="preserve">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F540139" w14:textId="60BE620B" w:rsidR="00F97581" w:rsidRDefault="00AB413F" w:rsidP="00CB53D4">
            <w:pPr>
              <w:rPr>
                <w:rFonts w:ascii="Arial" w:hAnsi="Arial" w:cs="Arial"/>
                <w:i/>
              </w:rPr>
            </w:pPr>
            <w:r w:rsidRPr="00727328">
              <w:rPr>
                <w:rFonts w:ascii="Arial" w:hAnsi="Arial" w:cs="Arial"/>
              </w:rPr>
              <w:t> </w:t>
            </w:r>
            <w:r w:rsidR="00F97581" w:rsidRPr="00897514">
              <w:rPr>
                <w:rFonts w:ascii="Arial" w:hAnsi="Arial" w:cs="Arial"/>
                <w:i/>
              </w:rPr>
              <w:t>Signature et tampon :</w:t>
            </w:r>
          </w:p>
          <w:p w14:paraId="086EB91B" w14:textId="3494156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3005EE28" w14:textId="77777777" w:rsidR="00F97581" w:rsidRDefault="00F97581" w:rsidP="00F97581">
            <w:pPr>
              <w:spacing w:before="60"/>
              <w:rPr>
                <w:rFonts w:ascii="Arial" w:hAnsi="Arial" w:cs="Arial"/>
                <w:i/>
              </w:rPr>
            </w:pPr>
          </w:p>
          <w:p w14:paraId="44204D2D" w14:textId="77777777" w:rsidR="00AB413F" w:rsidRPr="00727328" w:rsidRDefault="00AB413F" w:rsidP="00AB413F"/>
          <w:p w14:paraId="263D8CB1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Default="00AB413F" w:rsidP="00AB413F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6D66F174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Avis </w:t>
            </w:r>
            <w:r w:rsidR="006514A7">
              <w:rPr>
                <w:rFonts w:ascii="Arial" w:hAnsi="Arial" w:cs="Arial"/>
              </w:rPr>
              <w:t xml:space="preserve">favorable </w:t>
            </w:r>
            <w:r>
              <w:rPr>
                <w:rFonts w:ascii="Arial" w:hAnsi="Arial" w:cs="Arial"/>
              </w:rPr>
              <w:t>du Responsable d’unité technique CEA</w:t>
            </w:r>
          </w:p>
          <w:p w14:paraId="7A9F863F" w14:textId="4B5A6606" w:rsidR="00AB413F" w:rsidRDefault="00AB413F" w:rsidP="00F76077"/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41DE900" w:rsidR="00AB413F" w:rsidRPr="00016CE6" w:rsidRDefault="00F97581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Nom, prénom</w:t>
            </w:r>
            <w:r w:rsidR="00256CAF">
              <w:rPr>
                <w:rFonts w:ascii="Arial" w:hAnsi="Arial" w:cs="Arial"/>
              </w:rPr>
              <w:t> :</w:t>
            </w:r>
          </w:p>
          <w:p w14:paraId="199053B7" w14:textId="73CEB40E" w:rsidR="00F97581" w:rsidRDefault="00AB413F" w:rsidP="00CB53D4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50E852DE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7F459EF" w14:textId="77777777" w:rsidR="00F97581" w:rsidRPr="00016CE6" w:rsidRDefault="00F97581" w:rsidP="00016CE6">
            <w:pPr>
              <w:spacing w:before="60"/>
              <w:rPr>
                <w:rFonts w:ascii="Arial" w:hAnsi="Arial" w:cs="Arial"/>
              </w:rPr>
            </w:pPr>
          </w:p>
          <w:p w14:paraId="33F43D79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60B46662" w14:textId="77777777" w:rsidR="00CB53D4" w:rsidRDefault="00CB53D4" w:rsidP="00016CE6">
            <w:pPr>
              <w:spacing w:before="60"/>
              <w:rPr>
                <w:rFonts w:ascii="Arial" w:hAnsi="Arial" w:cs="Arial"/>
              </w:rPr>
            </w:pPr>
          </w:p>
          <w:p w14:paraId="3BE71510" w14:textId="7D9BE530" w:rsidR="00AB413F" w:rsidRDefault="00C16263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016CE6" w:rsidRDefault="00AB413F" w:rsidP="00016CE6">
            <w:pPr>
              <w:spacing w:before="60"/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D808" w14:textId="267862E3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Pr="006514A7">
              <w:rPr>
                <w:rFonts w:ascii="Arial" w:hAnsi="Arial" w:cs="Arial"/>
                <w:b/>
                <w:sz w:val="36"/>
                <w:szCs w:val="36"/>
              </w:rPr>
              <w:t>*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B413F" w:rsidRPr="00016CE6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</w:t>
            </w:r>
          </w:p>
          <w:p w14:paraId="05EDD830" w14:textId="369C6228" w:rsidR="00AB413F" w:rsidRDefault="00AB413F" w:rsidP="009F2C0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B51E7" w14:textId="4E327C5B" w:rsidR="00AB413F" w:rsidRPr="00016CE6" w:rsidRDefault="006514A7" w:rsidP="00016CE6">
            <w:pPr>
              <w:spacing w:before="60"/>
              <w:rPr>
                <w:rFonts w:ascii="Arial" w:hAnsi="Arial" w:cs="Arial"/>
              </w:rPr>
            </w:pPr>
            <w:r w:rsidRPr="006514A7">
              <w:rPr>
                <w:rFonts w:ascii="Arial" w:hAnsi="Arial" w:cs="Arial"/>
                <w:b/>
                <w:sz w:val="36"/>
                <w:szCs w:val="36"/>
              </w:rPr>
              <w:t>**</w:t>
            </w:r>
            <w:r w:rsidR="00F97581">
              <w:rPr>
                <w:rFonts w:ascii="Arial" w:hAnsi="Arial" w:cs="Arial"/>
              </w:rPr>
              <w:t xml:space="preserve">Nom, prénom </w:t>
            </w:r>
            <w:r w:rsidR="00256CAF">
              <w:rPr>
                <w:rFonts w:ascii="Arial" w:hAnsi="Arial" w:cs="Arial"/>
              </w:rPr>
              <w:t>:</w:t>
            </w:r>
          </w:p>
          <w:p w14:paraId="490074AC" w14:textId="5FD0F8D6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 </w:t>
            </w:r>
          </w:p>
          <w:p w14:paraId="7F2CA551" w14:textId="77777777" w:rsidR="00F97581" w:rsidRDefault="00F97581" w:rsidP="00F97581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5548D608" w14:textId="1C003D69" w:rsidR="00F97581" w:rsidRPr="00F97581" w:rsidRDefault="00F97581"/>
          <w:p w14:paraId="27037136" w14:textId="77777777" w:rsidR="00F97581" w:rsidRDefault="00F97581">
            <w:pPr>
              <w:rPr>
                <w:rFonts w:ascii="Arial" w:hAnsi="Arial" w:cs="Arial"/>
              </w:rPr>
            </w:pPr>
          </w:p>
          <w:p w14:paraId="62F4FF1F" w14:textId="77777777" w:rsidR="00F97581" w:rsidRDefault="00F97581">
            <w:pPr>
              <w:rPr>
                <w:rFonts w:ascii="Arial" w:hAnsi="Arial" w:cs="Arial"/>
              </w:rPr>
            </w:pPr>
          </w:p>
          <w:p w14:paraId="42B6131B" w14:textId="77777777" w:rsidR="00F97581" w:rsidRDefault="00F97581">
            <w:pPr>
              <w:rPr>
                <w:rFonts w:ascii="Arial" w:hAnsi="Arial" w:cs="Arial"/>
              </w:rPr>
            </w:pPr>
          </w:p>
          <w:p w14:paraId="4B48DC7B" w14:textId="5F971965" w:rsidR="00F97581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F97581">
              <w:rPr>
                <w:rFonts w:ascii="Arial" w:hAnsi="Arial" w:cs="Arial"/>
              </w:rPr>
              <w:t> :</w:t>
            </w:r>
          </w:p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4666F55D" w14:textId="77777777" w:rsidR="00F97581" w:rsidRDefault="00F97581" w:rsidP="002526DE">
      <w:pPr>
        <w:jc w:val="both"/>
        <w:rPr>
          <w:rFonts w:ascii="Arial" w:hAnsi="Arial" w:cs="Arial"/>
        </w:rPr>
      </w:pPr>
    </w:p>
    <w:p w14:paraId="593BBF41" w14:textId="1CB931CB" w:rsidR="00AD79F6" w:rsidRDefault="006318E2" w:rsidP="002526DE">
      <w:pPr>
        <w:jc w:val="both"/>
        <w:rPr>
          <w:rFonts w:ascii="Arial" w:hAnsi="Arial" w:cs="Arial"/>
        </w:rPr>
      </w:pPr>
      <w:r w:rsidRPr="006B3B3F">
        <w:rPr>
          <w:rFonts w:ascii="Arial" w:hAnsi="Arial" w:cs="Arial"/>
          <w:b/>
          <w:sz w:val="36"/>
          <w:szCs w:val="36"/>
        </w:rPr>
        <w:t>*</w:t>
      </w:r>
      <w:r w:rsidRPr="002526DE">
        <w:rPr>
          <w:rFonts w:ascii="Arial" w:hAnsi="Arial" w:cs="Arial"/>
        </w:rPr>
        <w:t xml:space="preserve"> </w:t>
      </w:r>
      <w:r w:rsidR="006514A7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07B7E99A" w14:textId="49893103" w:rsidR="006514A7" w:rsidRDefault="006514A7" w:rsidP="002526DE">
      <w:pPr>
        <w:jc w:val="both"/>
        <w:rPr>
          <w:rFonts w:ascii="Arial" w:hAnsi="Arial" w:cs="Arial"/>
        </w:rPr>
      </w:pPr>
    </w:p>
    <w:p w14:paraId="1BE49AAD" w14:textId="77777777" w:rsidR="006514A7" w:rsidRDefault="006514A7" w:rsidP="006514A7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2F2A11B0" w14:textId="77777777" w:rsidR="006514A7" w:rsidRPr="006318E2" w:rsidRDefault="006514A7" w:rsidP="002526DE">
      <w:pPr>
        <w:jc w:val="both"/>
        <w:rPr>
          <w:rFonts w:ascii="Arial" w:hAnsi="Arial" w:cs="Arial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5A610C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3C80" w14:textId="77777777" w:rsidR="00981F77" w:rsidRDefault="00981F77" w:rsidP="00EB16F1">
      <w:r>
        <w:separator/>
      </w:r>
    </w:p>
  </w:endnote>
  <w:endnote w:type="continuationSeparator" w:id="0">
    <w:p w14:paraId="5E08747C" w14:textId="77777777" w:rsidR="00981F77" w:rsidRDefault="00981F77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982DD" w14:textId="05DEA41C" w:rsidR="00F97581" w:rsidRDefault="0049274A" w:rsidP="00F97581">
    <w:pPr>
      <w:pStyle w:val="Pieddepage"/>
      <w:jc w:val="right"/>
    </w:pPr>
    <w:sdt>
      <w:sdtPr>
        <w:id w:val="30335382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PAGE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 w:rsidR="00CB53D4">
              <w:rPr>
                <w:bCs/>
                <w:noProof/>
              </w:rPr>
              <w:t>3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  <w:r w:rsidR="00F97581" w:rsidRPr="00787697">
              <w:t xml:space="preserve"> / </w:t>
            </w:r>
            <w:r w:rsidR="00F97581" w:rsidRPr="00787697">
              <w:rPr>
                <w:bCs/>
                <w:sz w:val="24"/>
                <w:szCs w:val="24"/>
              </w:rPr>
              <w:fldChar w:fldCharType="begin"/>
            </w:r>
            <w:r w:rsidR="00F97581" w:rsidRPr="00787697">
              <w:rPr>
                <w:bCs/>
              </w:rPr>
              <w:instrText>NUMPAGES</w:instrText>
            </w:r>
            <w:r w:rsidR="00F97581" w:rsidRPr="00787697">
              <w:rPr>
                <w:bCs/>
                <w:sz w:val="24"/>
                <w:szCs w:val="24"/>
              </w:rPr>
              <w:fldChar w:fldCharType="separate"/>
            </w:r>
            <w:r w:rsidR="00CB53D4">
              <w:rPr>
                <w:bCs/>
                <w:noProof/>
              </w:rPr>
              <w:t>9</w:t>
            </w:r>
            <w:r w:rsidR="00F97581" w:rsidRPr="00787697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03778E1" w14:textId="2CAA0300" w:rsidR="00355985" w:rsidRPr="00A81C82" w:rsidRDefault="00F97581" w:rsidP="00F97581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A16084">
      <w:rPr>
        <w:rFonts w:ascii="Arial" w:hAnsi="Arial" w:cs="Arial"/>
        <w:i/>
        <w:sz w:val="16"/>
        <w:szCs w:val="16"/>
      </w:rPr>
      <w:t>21/06</w:t>
    </w:r>
    <w:r w:rsidR="00ED713C">
      <w:rPr>
        <w:rFonts w:ascii="Arial" w:hAnsi="Arial" w:cs="Arial"/>
        <w:i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00411" w14:textId="77777777" w:rsidR="00981F77" w:rsidRDefault="00981F77" w:rsidP="00EB16F1">
      <w:r>
        <w:separator/>
      </w:r>
    </w:p>
  </w:footnote>
  <w:footnote w:type="continuationSeparator" w:id="0">
    <w:p w14:paraId="56458977" w14:textId="77777777" w:rsidR="00981F77" w:rsidRDefault="00981F77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628B8"/>
    <w:multiLevelType w:val="hybridMultilevel"/>
    <w:tmpl w:val="98A0A5BC"/>
    <w:lvl w:ilvl="0" w:tplc="DD7C9F08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474B816"/>
    <w:lvl w:ilvl="0" w:tplc="7E90DAE4">
      <w:start w:val="2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5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1"/>
  </w:num>
  <w:num w:numId="19">
    <w:abstractNumId w:val="23"/>
  </w:num>
  <w:num w:numId="20">
    <w:abstractNumId w:val="54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0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2"/>
  </w:num>
  <w:num w:numId="45">
    <w:abstractNumId w:val="49"/>
  </w:num>
  <w:num w:numId="46">
    <w:abstractNumId w:val="32"/>
  </w:num>
  <w:num w:numId="47">
    <w:abstractNumId w:val="28"/>
  </w:num>
  <w:num w:numId="48">
    <w:abstractNumId w:val="53"/>
  </w:num>
  <w:num w:numId="49">
    <w:abstractNumId w:val="51"/>
  </w:num>
  <w:num w:numId="50">
    <w:abstractNumId w:val="56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22"/>
  </w:num>
  <w:num w:numId="57">
    <w:abstractNumId w:val="47"/>
  </w:num>
  <w:num w:numId="58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00"/>
    <w:rsid w:val="000033A2"/>
    <w:rsid w:val="000038F6"/>
    <w:rsid w:val="000141DC"/>
    <w:rsid w:val="00016CE6"/>
    <w:rsid w:val="000264D3"/>
    <w:rsid w:val="00045C82"/>
    <w:rsid w:val="00050594"/>
    <w:rsid w:val="00056F4F"/>
    <w:rsid w:val="000623A6"/>
    <w:rsid w:val="00071A08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1826"/>
    <w:rsid w:val="000D34B8"/>
    <w:rsid w:val="000D43EE"/>
    <w:rsid w:val="000E0B3B"/>
    <w:rsid w:val="000E4167"/>
    <w:rsid w:val="000E78D0"/>
    <w:rsid w:val="001048B7"/>
    <w:rsid w:val="00111030"/>
    <w:rsid w:val="00114A0A"/>
    <w:rsid w:val="00114E14"/>
    <w:rsid w:val="00115425"/>
    <w:rsid w:val="0012119F"/>
    <w:rsid w:val="00121C9E"/>
    <w:rsid w:val="00121FA5"/>
    <w:rsid w:val="00122B2B"/>
    <w:rsid w:val="00122E03"/>
    <w:rsid w:val="00126B00"/>
    <w:rsid w:val="00137FA4"/>
    <w:rsid w:val="00142F05"/>
    <w:rsid w:val="00150329"/>
    <w:rsid w:val="00153192"/>
    <w:rsid w:val="001535A9"/>
    <w:rsid w:val="001578F2"/>
    <w:rsid w:val="00157AFA"/>
    <w:rsid w:val="00170B23"/>
    <w:rsid w:val="001742FF"/>
    <w:rsid w:val="001759DC"/>
    <w:rsid w:val="001766F6"/>
    <w:rsid w:val="001770EC"/>
    <w:rsid w:val="0018106B"/>
    <w:rsid w:val="00183A83"/>
    <w:rsid w:val="00183CBE"/>
    <w:rsid w:val="00184822"/>
    <w:rsid w:val="00184C2A"/>
    <w:rsid w:val="001905FD"/>
    <w:rsid w:val="001939BD"/>
    <w:rsid w:val="00193ABA"/>
    <w:rsid w:val="001957F5"/>
    <w:rsid w:val="001B5741"/>
    <w:rsid w:val="001C2C80"/>
    <w:rsid w:val="001C5981"/>
    <w:rsid w:val="001C6AC0"/>
    <w:rsid w:val="001C7B51"/>
    <w:rsid w:val="001D19EB"/>
    <w:rsid w:val="001D1B98"/>
    <w:rsid w:val="001D6DE4"/>
    <w:rsid w:val="00202FFE"/>
    <w:rsid w:val="002111E0"/>
    <w:rsid w:val="00213981"/>
    <w:rsid w:val="002154F0"/>
    <w:rsid w:val="00224834"/>
    <w:rsid w:val="00224EFB"/>
    <w:rsid w:val="00227B34"/>
    <w:rsid w:val="00237E1F"/>
    <w:rsid w:val="00241B64"/>
    <w:rsid w:val="002526DE"/>
    <w:rsid w:val="00252904"/>
    <w:rsid w:val="00254586"/>
    <w:rsid w:val="0025640E"/>
    <w:rsid w:val="00256CAF"/>
    <w:rsid w:val="00262D8C"/>
    <w:rsid w:val="00263A31"/>
    <w:rsid w:val="00266373"/>
    <w:rsid w:val="00270FFF"/>
    <w:rsid w:val="0027107E"/>
    <w:rsid w:val="0027637A"/>
    <w:rsid w:val="00281AC4"/>
    <w:rsid w:val="0028206F"/>
    <w:rsid w:val="00282A5D"/>
    <w:rsid w:val="00287340"/>
    <w:rsid w:val="0029000F"/>
    <w:rsid w:val="002917C1"/>
    <w:rsid w:val="00293B5C"/>
    <w:rsid w:val="00293C2E"/>
    <w:rsid w:val="002970B9"/>
    <w:rsid w:val="002A4EBF"/>
    <w:rsid w:val="002A5DB4"/>
    <w:rsid w:val="002B6CFD"/>
    <w:rsid w:val="002B7322"/>
    <w:rsid w:val="002C0F0B"/>
    <w:rsid w:val="002C613D"/>
    <w:rsid w:val="002D3053"/>
    <w:rsid w:val="002D3FE4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65E5"/>
    <w:rsid w:val="003174A9"/>
    <w:rsid w:val="00324EB4"/>
    <w:rsid w:val="00331138"/>
    <w:rsid w:val="00341491"/>
    <w:rsid w:val="00341C7C"/>
    <w:rsid w:val="00341F3D"/>
    <w:rsid w:val="003438E3"/>
    <w:rsid w:val="00355985"/>
    <w:rsid w:val="0037167C"/>
    <w:rsid w:val="00377601"/>
    <w:rsid w:val="00377A9F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4B6B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6335"/>
    <w:rsid w:val="003D3958"/>
    <w:rsid w:val="003D51B4"/>
    <w:rsid w:val="003D555A"/>
    <w:rsid w:val="003D69C8"/>
    <w:rsid w:val="003D6BE4"/>
    <w:rsid w:val="003D79D5"/>
    <w:rsid w:val="003E569B"/>
    <w:rsid w:val="003E5968"/>
    <w:rsid w:val="003E67C0"/>
    <w:rsid w:val="003E6EA2"/>
    <w:rsid w:val="003F115C"/>
    <w:rsid w:val="004009AE"/>
    <w:rsid w:val="004028B7"/>
    <w:rsid w:val="00403299"/>
    <w:rsid w:val="00410424"/>
    <w:rsid w:val="0041392D"/>
    <w:rsid w:val="004302CC"/>
    <w:rsid w:val="0043768B"/>
    <w:rsid w:val="00441A42"/>
    <w:rsid w:val="004458C6"/>
    <w:rsid w:val="00451C49"/>
    <w:rsid w:val="00452759"/>
    <w:rsid w:val="00456E88"/>
    <w:rsid w:val="004570C0"/>
    <w:rsid w:val="00461B50"/>
    <w:rsid w:val="00465D84"/>
    <w:rsid w:val="00467B11"/>
    <w:rsid w:val="00484A5F"/>
    <w:rsid w:val="0049274A"/>
    <w:rsid w:val="004965CF"/>
    <w:rsid w:val="004969D7"/>
    <w:rsid w:val="00496BB1"/>
    <w:rsid w:val="004A0A47"/>
    <w:rsid w:val="004A6133"/>
    <w:rsid w:val="004B4BA1"/>
    <w:rsid w:val="004B63F5"/>
    <w:rsid w:val="004B68D6"/>
    <w:rsid w:val="004C19A1"/>
    <w:rsid w:val="004C2413"/>
    <w:rsid w:val="004C6CD9"/>
    <w:rsid w:val="004D1968"/>
    <w:rsid w:val="004D28DE"/>
    <w:rsid w:val="004D3555"/>
    <w:rsid w:val="004D4CB3"/>
    <w:rsid w:val="004D650C"/>
    <w:rsid w:val="004E65F1"/>
    <w:rsid w:val="004F2C68"/>
    <w:rsid w:val="005163EE"/>
    <w:rsid w:val="00516CBD"/>
    <w:rsid w:val="005203AC"/>
    <w:rsid w:val="00526E80"/>
    <w:rsid w:val="00536495"/>
    <w:rsid w:val="00545B53"/>
    <w:rsid w:val="005479C6"/>
    <w:rsid w:val="00551708"/>
    <w:rsid w:val="00554047"/>
    <w:rsid w:val="00556747"/>
    <w:rsid w:val="005612C3"/>
    <w:rsid w:val="00564133"/>
    <w:rsid w:val="0056480A"/>
    <w:rsid w:val="00565F60"/>
    <w:rsid w:val="0056640D"/>
    <w:rsid w:val="00566721"/>
    <w:rsid w:val="0056675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610C"/>
    <w:rsid w:val="005A7376"/>
    <w:rsid w:val="005B2D45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B9F"/>
    <w:rsid w:val="0063717C"/>
    <w:rsid w:val="00642A00"/>
    <w:rsid w:val="00643519"/>
    <w:rsid w:val="00643AB8"/>
    <w:rsid w:val="006514A7"/>
    <w:rsid w:val="0066289C"/>
    <w:rsid w:val="006645C5"/>
    <w:rsid w:val="00664BB6"/>
    <w:rsid w:val="00667AC7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B3B3F"/>
    <w:rsid w:val="006C3A84"/>
    <w:rsid w:val="006C685F"/>
    <w:rsid w:val="006C7395"/>
    <w:rsid w:val="006C7466"/>
    <w:rsid w:val="006D0D24"/>
    <w:rsid w:val="006F0DE5"/>
    <w:rsid w:val="006F1677"/>
    <w:rsid w:val="00706DD5"/>
    <w:rsid w:val="00711C9D"/>
    <w:rsid w:val="00713CD0"/>
    <w:rsid w:val="00717FA1"/>
    <w:rsid w:val="0072462A"/>
    <w:rsid w:val="007257AE"/>
    <w:rsid w:val="00726B12"/>
    <w:rsid w:val="00727328"/>
    <w:rsid w:val="007274DB"/>
    <w:rsid w:val="00727881"/>
    <w:rsid w:val="00743734"/>
    <w:rsid w:val="00744C6A"/>
    <w:rsid w:val="00747262"/>
    <w:rsid w:val="00750F02"/>
    <w:rsid w:val="00751321"/>
    <w:rsid w:val="007520AE"/>
    <w:rsid w:val="007564AA"/>
    <w:rsid w:val="00760BA2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43C8"/>
    <w:rsid w:val="007961FD"/>
    <w:rsid w:val="00796AC2"/>
    <w:rsid w:val="007976FE"/>
    <w:rsid w:val="00797DA6"/>
    <w:rsid w:val="007B2680"/>
    <w:rsid w:val="007B367A"/>
    <w:rsid w:val="007B6185"/>
    <w:rsid w:val="007D1D83"/>
    <w:rsid w:val="007D23D9"/>
    <w:rsid w:val="007D35D9"/>
    <w:rsid w:val="007D38A0"/>
    <w:rsid w:val="007D7FBF"/>
    <w:rsid w:val="007E1C25"/>
    <w:rsid w:val="007F6893"/>
    <w:rsid w:val="00807ACA"/>
    <w:rsid w:val="00813087"/>
    <w:rsid w:val="00813B19"/>
    <w:rsid w:val="008221AB"/>
    <w:rsid w:val="008476FE"/>
    <w:rsid w:val="00861F14"/>
    <w:rsid w:val="0086484D"/>
    <w:rsid w:val="00871954"/>
    <w:rsid w:val="00872984"/>
    <w:rsid w:val="00873B66"/>
    <w:rsid w:val="008745FB"/>
    <w:rsid w:val="00884DE6"/>
    <w:rsid w:val="00891E93"/>
    <w:rsid w:val="00893B21"/>
    <w:rsid w:val="008944E1"/>
    <w:rsid w:val="00897738"/>
    <w:rsid w:val="008A6C58"/>
    <w:rsid w:val="008B32A6"/>
    <w:rsid w:val="008B5B1A"/>
    <w:rsid w:val="008C0967"/>
    <w:rsid w:val="008C1040"/>
    <w:rsid w:val="008C3DA9"/>
    <w:rsid w:val="008C4843"/>
    <w:rsid w:val="008D0F71"/>
    <w:rsid w:val="008D331E"/>
    <w:rsid w:val="008D49DC"/>
    <w:rsid w:val="008D5FD6"/>
    <w:rsid w:val="008E69F1"/>
    <w:rsid w:val="008F0C85"/>
    <w:rsid w:val="008F6FDB"/>
    <w:rsid w:val="008F7C2D"/>
    <w:rsid w:val="00900996"/>
    <w:rsid w:val="00906243"/>
    <w:rsid w:val="009071A0"/>
    <w:rsid w:val="00914641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1F77"/>
    <w:rsid w:val="00982DAB"/>
    <w:rsid w:val="009847FA"/>
    <w:rsid w:val="0098594A"/>
    <w:rsid w:val="00985C2B"/>
    <w:rsid w:val="0099103B"/>
    <w:rsid w:val="009A0FB5"/>
    <w:rsid w:val="009A31E4"/>
    <w:rsid w:val="009B4AF6"/>
    <w:rsid w:val="009B60B7"/>
    <w:rsid w:val="009C5C8F"/>
    <w:rsid w:val="009E5385"/>
    <w:rsid w:val="009F0C22"/>
    <w:rsid w:val="009F16BF"/>
    <w:rsid w:val="009F2C01"/>
    <w:rsid w:val="009F4D14"/>
    <w:rsid w:val="009F60DD"/>
    <w:rsid w:val="00A0696F"/>
    <w:rsid w:val="00A16084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ED4"/>
    <w:rsid w:val="00A632B4"/>
    <w:rsid w:val="00A715C2"/>
    <w:rsid w:val="00A75807"/>
    <w:rsid w:val="00A75E68"/>
    <w:rsid w:val="00A761D9"/>
    <w:rsid w:val="00A805C5"/>
    <w:rsid w:val="00A80A1C"/>
    <w:rsid w:val="00A81C82"/>
    <w:rsid w:val="00A81E73"/>
    <w:rsid w:val="00A842FD"/>
    <w:rsid w:val="00A861A0"/>
    <w:rsid w:val="00A92C66"/>
    <w:rsid w:val="00A94A8E"/>
    <w:rsid w:val="00A96F85"/>
    <w:rsid w:val="00AA211E"/>
    <w:rsid w:val="00AA25DE"/>
    <w:rsid w:val="00AA41E5"/>
    <w:rsid w:val="00AB0591"/>
    <w:rsid w:val="00AB413F"/>
    <w:rsid w:val="00AC3CAC"/>
    <w:rsid w:val="00AC4F07"/>
    <w:rsid w:val="00AC5E1F"/>
    <w:rsid w:val="00AC6851"/>
    <w:rsid w:val="00AC6DA3"/>
    <w:rsid w:val="00AD0CDF"/>
    <w:rsid w:val="00AD7710"/>
    <w:rsid w:val="00AD79F6"/>
    <w:rsid w:val="00AE15F7"/>
    <w:rsid w:val="00AE3F32"/>
    <w:rsid w:val="00AF010D"/>
    <w:rsid w:val="00B01350"/>
    <w:rsid w:val="00B0227C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27D5"/>
    <w:rsid w:val="00B35D1D"/>
    <w:rsid w:val="00B40801"/>
    <w:rsid w:val="00B43F02"/>
    <w:rsid w:val="00B50834"/>
    <w:rsid w:val="00B52473"/>
    <w:rsid w:val="00B647CB"/>
    <w:rsid w:val="00B70582"/>
    <w:rsid w:val="00B73F66"/>
    <w:rsid w:val="00B849ED"/>
    <w:rsid w:val="00B87B70"/>
    <w:rsid w:val="00B92650"/>
    <w:rsid w:val="00B92799"/>
    <w:rsid w:val="00B93DEC"/>
    <w:rsid w:val="00B960C4"/>
    <w:rsid w:val="00BB2E6D"/>
    <w:rsid w:val="00BB69F5"/>
    <w:rsid w:val="00BC51B1"/>
    <w:rsid w:val="00BD4B18"/>
    <w:rsid w:val="00BE2FC8"/>
    <w:rsid w:val="00BF1AEB"/>
    <w:rsid w:val="00BF32F3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490"/>
    <w:rsid w:val="00C32B02"/>
    <w:rsid w:val="00C340AC"/>
    <w:rsid w:val="00C364DC"/>
    <w:rsid w:val="00C4262E"/>
    <w:rsid w:val="00C45423"/>
    <w:rsid w:val="00C46591"/>
    <w:rsid w:val="00C46BE5"/>
    <w:rsid w:val="00C56292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B53D4"/>
    <w:rsid w:val="00CC6117"/>
    <w:rsid w:val="00CD3802"/>
    <w:rsid w:val="00CD5F69"/>
    <w:rsid w:val="00CE091E"/>
    <w:rsid w:val="00CE184B"/>
    <w:rsid w:val="00CE4417"/>
    <w:rsid w:val="00CE6EE7"/>
    <w:rsid w:val="00D13298"/>
    <w:rsid w:val="00D134E9"/>
    <w:rsid w:val="00D160B6"/>
    <w:rsid w:val="00D20E78"/>
    <w:rsid w:val="00D26912"/>
    <w:rsid w:val="00D26E2F"/>
    <w:rsid w:val="00D31502"/>
    <w:rsid w:val="00D3211B"/>
    <w:rsid w:val="00D35C42"/>
    <w:rsid w:val="00D35D70"/>
    <w:rsid w:val="00D42C0C"/>
    <w:rsid w:val="00D4663A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950C2"/>
    <w:rsid w:val="00DA3560"/>
    <w:rsid w:val="00DA4A1F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412D1"/>
    <w:rsid w:val="00E43FF6"/>
    <w:rsid w:val="00E46B6D"/>
    <w:rsid w:val="00E46C60"/>
    <w:rsid w:val="00E51243"/>
    <w:rsid w:val="00E56B1E"/>
    <w:rsid w:val="00E634CA"/>
    <w:rsid w:val="00E76A36"/>
    <w:rsid w:val="00E83610"/>
    <w:rsid w:val="00E844BA"/>
    <w:rsid w:val="00E90FAA"/>
    <w:rsid w:val="00E912B6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C3A60"/>
    <w:rsid w:val="00ED2175"/>
    <w:rsid w:val="00ED3411"/>
    <w:rsid w:val="00ED35C8"/>
    <w:rsid w:val="00ED4BA9"/>
    <w:rsid w:val="00ED713C"/>
    <w:rsid w:val="00EE3A9F"/>
    <w:rsid w:val="00EE4CDE"/>
    <w:rsid w:val="00EE7991"/>
    <w:rsid w:val="00EF2277"/>
    <w:rsid w:val="00EF291C"/>
    <w:rsid w:val="00EF599B"/>
    <w:rsid w:val="00F0438B"/>
    <w:rsid w:val="00F04DE5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7507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97581"/>
    <w:rsid w:val="00FA2046"/>
    <w:rsid w:val="00FB2B67"/>
    <w:rsid w:val="00FB36A9"/>
    <w:rsid w:val="00FB4224"/>
    <w:rsid w:val="00FB7898"/>
    <w:rsid w:val="00FC2A3A"/>
    <w:rsid w:val="00FC3B3E"/>
    <w:rsid w:val="00FC41FE"/>
    <w:rsid w:val="00FC6B00"/>
    <w:rsid w:val="00FE2F9E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C10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8C10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0E92C-DA8B-43CB-9A84-E7976231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426</TotalTime>
  <Pages>9</Pages>
  <Words>2476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LARUE Florence</cp:lastModifiedBy>
  <cp:revision>74</cp:revision>
  <cp:lastPrinted>2024-01-29T13:22:00Z</cp:lastPrinted>
  <dcterms:created xsi:type="dcterms:W3CDTF">2020-10-05T07:28:00Z</dcterms:created>
  <dcterms:modified xsi:type="dcterms:W3CDTF">2025-07-03T14:16:00Z</dcterms:modified>
</cp:coreProperties>
</file>